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89" w:rsidRDefault="007E0189" w:rsidP="00D5138C">
      <w:pPr>
        <w:shd w:val="clear" w:color="auto" w:fill="FFFFFF"/>
        <w:ind w:right="-69"/>
      </w:pPr>
    </w:p>
    <w:p w:rsidR="00267974" w:rsidRDefault="00267974" w:rsidP="00267974">
      <w:pPr>
        <w:jc w:val="center"/>
      </w:pPr>
      <w:r w:rsidRPr="008A7811">
        <w:rPr>
          <w:noProof/>
        </w:rPr>
        <w:drawing>
          <wp:inline distT="0" distB="0" distL="0" distR="0">
            <wp:extent cx="60960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974" w:rsidRDefault="00267974" w:rsidP="00267974">
      <w:pPr>
        <w:jc w:val="center"/>
      </w:pPr>
    </w:p>
    <w:p w:rsidR="00267974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АДМИНИСТРАЦИЯ</w:t>
      </w:r>
    </w:p>
    <w:p w:rsidR="00267974" w:rsidRPr="004158ED" w:rsidRDefault="00267974" w:rsidP="00267974">
      <w:pPr>
        <w:jc w:val="center"/>
        <w:rPr>
          <w:b/>
          <w:bCs/>
          <w:sz w:val="32"/>
          <w:szCs w:val="32"/>
        </w:rPr>
      </w:pPr>
      <w:r w:rsidRPr="004158ED">
        <w:rPr>
          <w:b/>
          <w:sz w:val="32"/>
          <w:szCs w:val="32"/>
        </w:rPr>
        <w:t>РАМЕШКОВСКОГО МУНИЦИПАЛЬНОГО ОКРУГА</w:t>
      </w:r>
    </w:p>
    <w:p w:rsidR="00267974" w:rsidRPr="004158ED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ТВЕРСКОЙ ОБЛАСТИ</w:t>
      </w:r>
    </w:p>
    <w:p w:rsidR="00267974" w:rsidRPr="004158ED" w:rsidRDefault="00267974" w:rsidP="00267974">
      <w:pPr>
        <w:jc w:val="center"/>
        <w:rPr>
          <w:b/>
          <w:bCs/>
          <w:sz w:val="20"/>
        </w:rPr>
      </w:pPr>
    </w:p>
    <w:p w:rsidR="00267974" w:rsidRPr="00700F32" w:rsidRDefault="00267974" w:rsidP="00267974">
      <w:pPr>
        <w:jc w:val="center"/>
        <w:rPr>
          <w:rFonts w:ascii="Arial" w:hAnsi="Arial"/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</w:t>
      </w:r>
      <w:r w:rsidRPr="00700F32">
        <w:rPr>
          <w:b/>
          <w:sz w:val="32"/>
          <w:szCs w:val="32"/>
        </w:rPr>
        <w:t>Е</w:t>
      </w:r>
    </w:p>
    <w:p w:rsidR="00267974" w:rsidRDefault="00267974" w:rsidP="00267974">
      <w:pPr>
        <w:spacing w:line="360" w:lineRule="auto"/>
        <w:ind w:right="44"/>
        <w:rPr>
          <w:b/>
          <w:sz w:val="32"/>
        </w:rPr>
      </w:pPr>
    </w:p>
    <w:p w:rsidR="00267974" w:rsidRPr="000A088A" w:rsidRDefault="00D5138C" w:rsidP="00267974">
      <w:pPr>
        <w:spacing w:line="360" w:lineRule="auto"/>
        <w:ind w:right="44"/>
        <w:rPr>
          <w:sz w:val="28"/>
        </w:rPr>
      </w:pPr>
      <w:r>
        <w:rPr>
          <w:sz w:val="28"/>
        </w:rPr>
        <w:t xml:space="preserve"> </w:t>
      </w:r>
      <w:r w:rsidR="00790FD4">
        <w:rPr>
          <w:sz w:val="28"/>
        </w:rPr>
        <w:t xml:space="preserve"> </w:t>
      </w:r>
      <w:r w:rsidR="00E07418">
        <w:rPr>
          <w:sz w:val="28"/>
        </w:rPr>
        <w:t xml:space="preserve">29 </w:t>
      </w:r>
      <w:r w:rsidR="004C5DE8">
        <w:rPr>
          <w:sz w:val="28"/>
        </w:rPr>
        <w:t>декабря</w:t>
      </w:r>
      <w:r w:rsidR="00267974">
        <w:rPr>
          <w:sz w:val="28"/>
        </w:rPr>
        <w:t xml:space="preserve"> 202</w:t>
      </w:r>
      <w:r w:rsidR="001569AD">
        <w:rPr>
          <w:sz w:val="28"/>
        </w:rPr>
        <w:t>3</w:t>
      </w:r>
      <w:r w:rsidR="00E07418">
        <w:rPr>
          <w:sz w:val="28"/>
        </w:rPr>
        <w:t xml:space="preserve"> </w:t>
      </w:r>
      <w:r w:rsidR="00E2554E">
        <w:rPr>
          <w:sz w:val="28"/>
        </w:rPr>
        <w:t xml:space="preserve">г.    </w:t>
      </w:r>
      <w:r w:rsidR="00267974">
        <w:rPr>
          <w:sz w:val="28"/>
        </w:rPr>
        <w:t xml:space="preserve"> </w:t>
      </w:r>
      <w:r w:rsidR="00267974" w:rsidRPr="000A088A">
        <w:rPr>
          <w:sz w:val="28"/>
        </w:rPr>
        <w:t xml:space="preserve">    </w:t>
      </w:r>
      <w:r w:rsidR="00267974">
        <w:rPr>
          <w:sz w:val="28"/>
        </w:rPr>
        <w:t xml:space="preserve">    </w:t>
      </w:r>
      <w:r w:rsidR="00267974" w:rsidRPr="000A088A">
        <w:rPr>
          <w:sz w:val="28"/>
        </w:rPr>
        <w:t xml:space="preserve">              </w:t>
      </w:r>
      <w:r w:rsidR="00267974">
        <w:rPr>
          <w:sz w:val="28"/>
        </w:rPr>
        <w:t xml:space="preserve">                                                         </w:t>
      </w:r>
      <w:r w:rsidR="00267974" w:rsidRPr="000A088A">
        <w:rPr>
          <w:sz w:val="28"/>
        </w:rPr>
        <w:t>№</w:t>
      </w:r>
      <w:r w:rsidR="00790FD4">
        <w:rPr>
          <w:sz w:val="28"/>
        </w:rPr>
        <w:t xml:space="preserve"> </w:t>
      </w:r>
      <w:r w:rsidR="00E07418">
        <w:rPr>
          <w:sz w:val="28"/>
        </w:rPr>
        <w:t>328</w:t>
      </w:r>
      <w:r w:rsidR="00267974" w:rsidRPr="000A088A">
        <w:rPr>
          <w:sz w:val="28"/>
        </w:rPr>
        <w:t>-па</w:t>
      </w:r>
    </w:p>
    <w:p w:rsidR="00267974" w:rsidRPr="000A4225" w:rsidRDefault="00267974" w:rsidP="00267974">
      <w:pPr>
        <w:spacing w:line="480" w:lineRule="auto"/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</w:t>
      </w:r>
      <w:r w:rsidRPr="000A4225">
        <w:rPr>
          <w:sz w:val="28"/>
          <w:szCs w:val="28"/>
        </w:rPr>
        <w:t xml:space="preserve">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</w:tblGrid>
      <w:tr w:rsidR="00267974" w:rsidRPr="002E1A9C" w:rsidTr="00F20FA8">
        <w:trPr>
          <w:trHeight w:val="1039"/>
        </w:trPr>
        <w:tc>
          <w:tcPr>
            <w:tcW w:w="4678" w:type="dxa"/>
          </w:tcPr>
          <w:p w:rsidR="00267974" w:rsidRPr="005C37EB" w:rsidRDefault="00267974" w:rsidP="00A75F1B">
            <w:pPr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</w:t>
            </w:r>
            <w:r w:rsidR="00AC51D9">
              <w:rPr>
                <w:b/>
                <w:sz w:val="28"/>
                <w:szCs w:val="28"/>
              </w:rPr>
              <w:t xml:space="preserve"> программы</w:t>
            </w:r>
            <w:r w:rsidRPr="00267974">
              <w:rPr>
                <w:b/>
                <w:sz w:val="28"/>
                <w:szCs w:val="28"/>
              </w:rPr>
              <w:t xml:space="preserve"> Рамешковского муниципального округа Тверской области «Развитие жилищно-коммунальной инфраструктуры на 202</w:t>
            </w:r>
            <w:r w:rsidR="00A75F1B" w:rsidRPr="00A75F1B">
              <w:rPr>
                <w:b/>
                <w:sz w:val="28"/>
                <w:szCs w:val="28"/>
              </w:rPr>
              <w:t>4</w:t>
            </w:r>
            <w:r w:rsidRPr="00267974">
              <w:rPr>
                <w:b/>
                <w:sz w:val="28"/>
                <w:szCs w:val="28"/>
              </w:rPr>
              <w:t>-202</w:t>
            </w:r>
            <w:r w:rsidR="00A75F1B" w:rsidRPr="00A75F1B">
              <w:rPr>
                <w:b/>
                <w:sz w:val="28"/>
                <w:szCs w:val="28"/>
              </w:rPr>
              <w:t>6</w:t>
            </w:r>
            <w:r w:rsidRPr="00267974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267974" w:rsidRDefault="00267974" w:rsidP="00267974">
      <w:pPr>
        <w:suppressAutoHyphens/>
        <w:rPr>
          <w:b/>
          <w:sz w:val="28"/>
          <w:szCs w:val="28"/>
        </w:rPr>
      </w:pPr>
    </w:p>
    <w:p w:rsidR="00267974" w:rsidRPr="002E1A9C" w:rsidRDefault="00267974" w:rsidP="00267974">
      <w:pPr>
        <w:suppressAutoHyphens/>
        <w:rPr>
          <w:b/>
          <w:sz w:val="28"/>
          <w:szCs w:val="28"/>
        </w:rPr>
      </w:pPr>
    </w:p>
    <w:p w:rsidR="00267974" w:rsidRPr="00267974" w:rsidRDefault="00267974" w:rsidP="00AC5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7974">
        <w:rPr>
          <w:sz w:val="28"/>
          <w:szCs w:val="28"/>
        </w:rPr>
        <w:t xml:space="preserve">В соответствии с постановлением администрации Рамешковского </w:t>
      </w:r>
      <w:r w:rsidR="00192411">
        <w:rPr>
          <w:sz w:val="28"/>
          <w:szCs w:val="28"/>
        </w:rPr>
        <w:t xml:space="preserve">муниципального округа </w:t>
      </w:r>
      <w:r w:rsidRPr="00267974">
        <w:rPr>
          <w:sz w:val="28"/>
          <w:szCs w:val="28"/>
        </w:rPr>
        <w:t xml:space="preserve"> от </w:t>
      </w:r>
      <w:r w:rsidRPr="00192411">
        <w:rPr>
          <w:sz w:val="28"/>
          <w:szCs w:val="28"/>
        </w:rPr>
        <w:t>02 октября 2013 г. № 247-па</w:t>
      </w:r>
      <w:r w:rsidRPr="00267974">
        <w:rPr>
          <w:sz w:val="28"/>
          <w:szCs w:val="28"/>
        </w:rPr>
        <w:t xml:space="preserve">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267974">
        <w:rPr>
          <w:sz w:val="28"/>
          <w:szCs w:val="28"/>
        </w:rPr>
        <w:t>Рамешковский</w:t>
      </w:r>
      <w:proofErr w:type="spellEnd"/>
      <w:r w:rsidRPr="00267974">
        <w:rPr>
          <w:sz w:val="28"/>
          <w:szCs w:val="28"/>
        </w:rPr>
        <w:t xml:space="preserve"> район» Тверской об</w:t>
      </w:r>
      <w:r w:rsidR="002E1FCC">
        <w:rPr>
          <w:sz w:val="28"/>
          <w:szCs w:val="28"/>
        </w:rPr>
        <w:t>ласти», постановлением А</w:t>
      </w:r>
      <w:r w:rsidRPr="00267974">
        <w:rPr>
          <w:sz w:val="28"/>
          <w:szCs w:val="28"/>
        </w:rPr>
        <w:t>д</w:t>
      </w:r>
      <w:r w:rsidR="002E1FCC">
        <w:rPr>
          <w:sz w:val="28"/>
          <w:szCs w:val="28"/>
        </w:rPr>
        <w:t>министрации Рамешковского муниципального округа</w:t>
      </w:r>
      <w:r w:rsidRPr="00267974">
        <w:rPr>
          <w:sz w:val="28"/>
          <w:szCs w:val="28"/>
        </w:rPr>
        <w:t xml:space="preserve">  от </w:t>
      </w:r>
      <w:r w:rsidR="00FD47DF">
        <w:rPr>
          <w:sz w:val="28"/>
          <w:szCs w:val="28"/>
        </w:rPr>
        <w:t>30</w:t>
      </w:r>
      <w:r w:rsidR="00B912BA" w:rsidRPr="00B912BA">
        <w:rPr>
          <w:sz w:val="28"/>
          <w:szCs w:val="28"/>
        </w:rPr>
        <w:t>.1</w:t>
      </w:r>
      <w:r w:rsidR="00FD47DF">
        <w:rPr>
          <w:sz w:val="28"/>
          <w:szCs w:val="28"/>
        </w:rPr>
        <w:t>0</w:t>
      </w:r>
      <w:r w:rsidR="00B912BA" w:rsidRPr="00B912BA">
        <w:rPr>
          <w:sz w:val="28"/>
          <w:szCs w:val="28"/>
        </w:rPr>
        <w:t>.</w:t>
      </w:r>
      <w:r w:rsidR="00AC51D9" w:rsidRPr="00B912BA">
        <w:rPr>
          <w:sz w:val="28"/>
          <w:szCs w:val="28"/>
        </w:rPr>
        <w:t>202</w:t>
      </w:r>
      <w:r w:rsidR="00FD47DF">
        <w:rPr>
          <w:sz w:val="28"/>
          <w:szCs w:val="28"/>
        </w:rPr>
        <w:t>3</w:t>
      </w:r>
      <w:r w:rsidR="00AC51D9" w:rsidRPr="00B912BA">
        <w:rPr>
          <w:sz w:val="28"/>
          <w:szCs w:val="28"/>
        </w:rPr>
        <w:t xml:space="preserve"> года  № </w:t>
      </w:r>
      <w:r w:rsidR="00A648B6">
        <w:rPr>
          <w:sz w:val="28"/>
          <w:szCs w:val="28"/>
        </w:rPr>
        <w:t>244</w:t>
      </w:r>
      <w:r w:rsidRPr="00B912BA">
        <w:rPr>
          <w:sz w:val="28"/>
          <w:szCs w:val="28"/>
        </w:rPr>
        <w:t>-па</w:t>
      </w:r>
      <w:r w:rsidRPr="00267974">
        <w:rPr>
          <w:sz w:val="28"/>
          <w:szCs w:val="28"/>
        </w:rPr>
        <w:t xml:space="preserve"> «</w:t>
      </w:r>
      <w:r w:rsidR="00AC51D9" w:rsidRPr="00AC51D9">
        <w:rPr>
          <w:sz w:val="28"/>
          <w:szCs w:val="28"/>
        </w:rPr>
        <w:t>Об утверждении Перечня муниципальных программ Рамешковского муниципального округа Тверской области</w:t>
      </w:r>
      <w:r w:rsidR="00AC51D9">
        <w:rPr>
          <w:sz w:val="28"/>
          <w:szCs w:val="28"/>
        </w:rPr>
        <w:t>», А</w:t>
      </w:r>
      <w:r w:rsidR="00AC51D9" w:rsidRPr="00AB07E4">
        <w:rPr>
          <w:sz w:val="28"/>
          <w:szCs w:val="28"/>
        </w:rPr>
        <w:t xml:space="preserve">дминистрация Рамешковского </w:t>
      </w:r>
      <w:r w:rsidR="00AC51D9">
        <w:rPr>
          <w:sz w:val="28"/>
          <w:szCs w:val="28"/>
        </w:rPr>
        <w:t>муниципального округа</w:t>
      </w:r>
      <w:r w:rsidR="00AC51D9" w:rsidRPr="00AB07E4">
        <w:rPr>
          <w:sz w:val="28"/>
          <w:szCs w:val="28"/>
        </w:rPr>
        <w:t xml:space="preserve"> постановляет</w:t>
      </w:r>
      <w:r w:rsidR="00AC51D9" w:rsidRPr="002E1A9C">
        <w:rPr>
          <w:sz w:val="28"/>
          <w:szCs w:val="28"/>
        </w:rPr>
        <w:t>:</w:t>
      </w:r>
    </w:p>
    <w:p w:rsidR="00267974" w:rsidRPr="00267974" w:rsidRDefault="00AC51D9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F1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муниципальную программу</w:t>
      </w:r>
      <w:r w:rsidRPr="00AC51D9">
        <w:rPr>
          <w:sz w:val="28"/>
          <w:szCs w:val="28"/>
        </w:rPr>
        <w:t xml:space="preserve"> Рамешковского муниципального округа Тверской области «Развитие жилищно-коммунальной инфраструктуры на 202</w:t>
      </w:r>
      <w:r w:rsidR="00A75F1B" w:rsidRPr="00A75F1B">
        <w:rPr>
          <w:sz w:val="28"/>
          <w:szCs w:val="28"/>
        </w:rPr>
        <w:t>4</w:t>
      </w:r>
      <w:r w:rsidRPr="00AC51D9">
        <w:rPr>
          <w:sz w:val="28"/>
          <w:szCs w:val="28"/>
        </w:rPr>
        <w:t>-202</w:t>
      </w:r>
      <w:r w:rsidR="00A75F1B" w:rsidRPr="00A75F1B">
        <w:rPr>
          <w:sz w:val="28"/>
          <w:szCs w:val="28"/>
        </w:rPr>
        <w:t>6</w:t>
      </w:r>
      <w:r w:rsidRPr="00AC51D9">
        <w:rPr>
          <w:sz w:val="28"/>
          <w:szCs w:val="28"/>
        </w:rPr>
        <w:t xml:space="preserve"> годы» </w:t>
      </w:r>
      <w:r w:rsidR="00267974" w:rsidRPr="00267974">
        <w:rPr>
          <w:sz w:val="28"/>
          <w:szCs w:val="28"/>
        </w:rPr>
        <w:t>(прилагается).</w:t>
      </w:r>
    </w:p>
    <w:p w:rsidR="00374D40" w:rsidRPr="00374D40" w:rsidRDefault="00267974" w:rsidP="00374D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 xml:space="preserve">2. </w:t>
      </w:r>
      <w:r w:rsidR="00374D40" w:rsidRPr="00374D40">
        <w:rPr>
          <w:sz w:val="28"/>
          <w:szCs w:val="28"/>
        </w:rPr>
        <w:t>Признать утратившими силу:</w:t>
      </w:r>
    </w:p>
    <w:p w:rsidR="00374D40" w:rsidRPr="00374D40" w:rsidRDefault="00374D40" w:rsidP="00374D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4D40">
        <w:rPr>
          <w:sz w:val="28"/>
          <w:szCs w:val="28"/>
        </w:rPr>
        <w:t>а)</w:t>
      </w:r>
      <w:r w:rsidR="00786767">
        <w:rPr>
          <w:sz w:val="28"/>
          <w:szCs w:val="28"/>
        </w:rPr>
        <w:t xml:space="preserve"> </w:t>
      </w:r>
      <w:r w:rsidRPr="00374D40">
        <w:rPr>
          <w:sz w:val="28"/>
          <w:szCs w:val="28"/>
        </w:rPr>
        <w:t>постановление Администрации Рамешковского муниципально</w:t>
      </w:r>
      <w:r>
        <w:rPr>
          <w:sz w:val="28"/>
          <w:szCs w:val="28"/>
        </w:rPr>
        <w:t>го округа Тверской области № 377</w:t>
      </w:r>
      <w:r w:rsidRPr="00374D40">
        <w:rPr>
          <w:sz w:val="28"/>
          <w:szCs w:val="28"/>
        </w:rPr>
        <w:t xml:space="preserve">-па от </w:t>
      </w:r>
      <w:r>
        <w:rPr>
          <w:sz w:val="28"/>
          <w:szCs w:val="28"/>
        </w:rPr>
        <w:t>19 декабря 2022</w:t>
      </w:r>
      <w:r w:rsidRPr="00374D40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374D40">
        <w:rPr>
          <w:sz w:val="28"/>
          <w:szCs w:val="28"/>
        </w:rPr>
        <w:t xml:space="preserve"> «</w:t>
      </w:r>
      <w:r w:rsidR="00425912" w:rsidRPr="00425912">
        <w:rPr>
          <w:sz w:val="28"/>
          <w:szCs w:val="28"/>
        </w:rPr>
        <w:t>Об утверждении муниципальной программы Рамешковского муниципального округа Тверской области «Развитие жилищно-коммунальной инфраструктуры на 2023-2025 годы»</w:t>
      </w:r>
      <w:r w:rsidRPr="00374D40">
        <w:rPr>
          <w:sz w:val="28"/>
          <w:szCs w:val="28"/>
        </w:rPr>
        <w:t>»;</w:t>
      </w:r>
    </w:p>
    <w:p w:rsidR="00374D40" w:rsidRPr="00374D40" w:rsidRDefault="00374D40" w:rsidP="00374D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4D40">
        <w:rPr>
          <w:sz w:val="28"/>
          <w:szCs w:val="28"/>
        </w:rPr>
        <w:t>б)</w:t>
      </w:r>
      <w:r w:rsidR="00786767">
        <w:rPr>
          <w:sz w:val="28"/>
          <w:szCs w:val="28"/>
        </w:rPr>
        <w:t xml:space="preserve"> </w:t>
      </w:r>
      <w:r w:rsidRPr="00374D40">
        <w:rPr>
          <w:sz w:val="28"/>
          <w:szCs w:val="28"/>
        </w:rPr>
        <w:t>постановление администрации Рамешковского муниципальн</w:t>
      </w:r>
      <w:r>
        <w:rPr>
          <w:sz w:val="28"/>
          <w:szCs w:val="28"/>
        </w:rPr>
        <w:t xml:space="preserve">ого округа Тверской области № 77-па от 06 апреля </w:t>
      </w:r>
      <w:r w:rsidRPr="00374D4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8D09C6">
        <w:rPr>
          <w:sz w:val="28"/>
          <w:szCs w:val="28"/>
        </w:rPr>
        <w:t xml:space="preserve"> </w:t>
      </w:r>
      <w:r w:rsidRPr="00374D40">
        <w:rPr>
          <w:sz w:val="28"/>
          <w:szCs w:val="28"/>
        </w:rPr>
        <w:t>г</w:t>
      </w:r>
      <w:r w:rsidR="008D09C6">
        <w:rPr>
          <w:sz w:val="28"/>
          <w:szCs w:val="28"/>
        </w:rPr>
        <w:t>ода</w:t>
      </w:r>
      <w:r w:rsidRPr="00374D40">
        <w:rPr>
          <w:sz w:val="28"/>
          <w:szCs w:val="28"/>
        </w:rPr>
        <w:t xml:space="preserve"> «О внесении изменений в муниципальную программу Рамешковского муниципального округа Тверской </w:t>
      </w:r>
      <w:r w:rsidRPr="00374D40">
        <w:rPr>
          <w:sz w:val="28"/>
          <w:szCs w:val="28"/>
        </w:rPr>
        <w:lastRenderedPageBreak/>
        <w:t>области «Развитие жилищно-коммунальной и</w:t>
      </w:r>
      <w:r w:rsidR="008D09C6">
        <w:rPr>
          <w:sz w:val="28"/>
          <w:szCs w:val="28"/>
        </w:rPr>
        <w:t>нфраструктуры на 2023-2025 годы</w:t>
      </w:r>
      <w:r w:rsidRPr="00374D40">
        <w:rPr>
          <w:sz w:val="28"/>
          <w:szCs w:val="28"/>
        </w:rPr>
        <w:t>»;</w:t>
      </w:r>
    </w:p>
    <w:p w:rsidR="00374D40" w:rsidRDefault="00374D40" w:rsidP="00374D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4D40">
        <w:rPr>
          <w:sz w:val="28"/>
          <w:szCs w:val="28"/>
        </w:rPr>
        <w:t>в)</w:t>
      </w:r>
      <w:r w:rsidR="00786767">
        <w:rPr>
          <w:sz w:val="28"/>
          <w:szCs w:val="28"/>
        </w:rPr>
        <w:t xml:space="preserve"> </w:t>
      </w:r>
      <w:r w:rsidRPr="00374D40">
        <w:rPr>
          <w:sz w:val="28"/>
          <w:szCs w:val="28"/>
        </w:rPr>
        <w:t>постановление Администрации Рамешковского муниципально</w:t>
      </w:r>
      <w:r w:rsidR="008D09C6">
        <w:rPr>
          <w:sz w:val="28"/>
          <w:szCs w:val="28"/>
        </w:rPr>
        <w:t>го округа Тверской области № 225</w:t>
      </w:r>
      <w:r w:rsidRPr="00374D40">
        <w:rPr>
          <w:sz w:val="28"/>
          <w:szCs w:val="28"/>
        </w:rPr>
        <w:t>-па от</w:t>
      </w:r>
      <w:r w:rsidR="00786767">
        <w:rPr>
          <w:sz w:val="28"/>
          <w:szCs w:val="28"/>
        </w:rPr>
        <w:t xml:space="preserve"> </w:t>
      </w:r>
      <w:r w:rsidR="008D09C6">
        <w:rPr>
          <w:sz w:val="28"/>
          <w:szCs w:val="28"/>
        </w:rPr>
        <w:t>13 октября 2023 года</w:t>
      </w:r>
      <w:r w:rsidRPr="00374D40">
        <w:rPr>
          <w:sz w:val="28"/>
          <w:szCs w:val="28"/>
        </w:rPr>
        <w:t xml:space="preserve"> «</w:t>
      </w:r>
      <w:r w:rsidR="00786767" w:rsidRPr="00374D40">
        <w:rPr>
          <w:sz w:val="28"/>
          <w:szCs w:val="28"/>
        </w:rPr>
        <w:t>О внесении изменений в муниципальную программу Рамешковского муниципального округа Тверской области «Развитие жилищно-коммунальной инфраструктуры на 2023-2025 годы</w:t>
      </w:r>
      <w:r w:rsidR="00CC2855">
        <w:rPr>
          <w:sz w:val="28"/>
          <w:szCs w:val="28"/>
        </w:rPr>
        <w:t>»;</w:t>
      </w:r>
    </w:p>
    <w:p w:rsidR="00CC2855" w:rsidRDefault="00CC2855" w:rsidP="00374D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74D40">
        <w:rPr>
          <w:sz w:val="28"/>
          <w:szCs w:val="28"/>
        </w:rPr>
        <w:t>постановление Администрации Рамешковского муниципально</w:t>
      </w:r>
      <w:r>
        <w:rPr>
          <w:sz w:val="28"/>
          <w:szCs w:val="28"/>
        </w:rPr>
        <w:t xml:space="preserve">го </w:t>
      </w:r>
      <w:r w:rsidR="00EB4EED">
        <w:rPr>
          <w:sz w:val="28"/>
          <w:szCs w:val="28"/>
        </w:rPr>
        <w:t>округа Тверской области № 310</w:t>
      </w:r>
      <w:r w:rsidRPr="00374D40">
        <w:rPr>
          <w:sz w:val="28"/>
          <w:szCs w:val="28"/>
        </w:rPr>
        <w:t>-па от</w:t>
      </w:r>
      <w:r>
        <w:rPr>
          <w:sz w:val="28"/>
          <w:szCs w:val="28"/>
        </w:rPr>
        <w:t xml:space="preserve"> 27 декабря 2023 года</w:t>
      </w:r>
      <w:r w:rsidRPr="00374D40">
        <w:rPr>
          <w:sz w:val="28"/>
          <w:szCs w:val="28"/>
        </w:rPr>
        <w:t xml:space="preserve"> «О внесении изменений в муниципальную программу Рамешковского муниципального округа Тверской области «Развитие жилищно-коммунальной инфраструктуры на 2023-2025 годы</w:t>
      </w:r>
      <w:r>
        <w:rPr>
          <w:sz w:val="28"/>
          <w:szCs w:val="28"/>
        </w:rPr>
        <w:t>».</w:t>
      </w:r>
    </w:p>
    <w:p w:rsidR="00267974" w:rsidRPr="00267974" w:rsidRDefault="00267974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3. Настоящее постановление р</w:t>
      </w:r>
      <w:r w:rsidR="00AC51D9">
        <w:rPr>
          <w:sz w:val="28"/>
          <w:szCs w:val="28"/>
        </w:rPr>
        <w:t>азместить на официальном сайте А</w:t>
      </w:r>
      <w:r w:rsidRPr="00267974">
        <w:rPr>
          <w:sz w:val="28"/>
          <w:szCs w:val="28"/>
        </w:rPr>
        <w:t>д</w:t>
      </w:r>
      <w:r w:rsidR="00AC51D9">
        <w:rPr>
          <w:sz w:val="28"/>
          <w:szCs w:val="28"/>
        </w:rPr>
        <w:t>министрации Рамешковского муниципального округа</w:t>
      </w:r>
      <w:r w:rsidRPr="00267974">
        <w:rPr>
          <w:sz w:val="28"/>
          <w:szCs w:val="28"/>
        </w:rPr>
        <w:t xml:space="preserve"> в сети Интернет.</w:t>
      </w:r>
    </w:p>
    <w:p w:rsidR="00267974" w:rsidRPr="00267974" w:rsidRDefault="0031266F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</w:t>
      </w:r>
      <w:r w:rsidR="00267974" w:rsidRPr="00267974">
        <w:rPr>
          <w:sz w:val="28"/>
          <w:szCs w:val="28"/>
        </w:rPr>
        <w:t xml:space="preserve"> исполнением настоящего постановления возложить на </w:t>
      </w:r>
      <w:r w:rsidR="00192411">
        <w:rPr>
          <w:sz w:val="28"/>
          <w:szCs w:val="28"/>
        </w:rPr>
        <w:t>З</w:t>
      </w:r>
      <w:r w:rsidR="00267974" w:rsidRPr="00267974">
        <w:rPr>
          <w:sz w:val="28"/>
          <w:szCs w:val="28"/>
        </w:rPr>
        <w:t xml:space="preserve">аместителя </w:t>
      </w:r>
      <w:r w:rsidR="00AC51D9" w:rsidRPr="00AC51D9">
        <w:rPr>
          <w:sz w:val="28"/>
          <w:szCs w:val="28"/>
        </w:rPr>
        <w:t>Главы А</w:t>
      </w:r>
      <w:r w:rsidR="00AC51D9">
        <w:rPr>
          <w:sz w:val="28"/>
          <w:szCs w:val="28"/>
        </w:rPr>
        <w:t xml:space="preserve">дминистрации Рамешковского </w:t>
      </w:r>
      <w:r w:rsidR="00192411">
        <w:rPr>
          <w:sz w:val="28"/>
          <w:szCs w:val="28"/>
        </w:rPr>
        <w:t>м</w:t>
      </w:r>
      <w:r w:rsidR="00AC51D9">
        <w:rPr>
          <w:sz w:val="28"/>
          <w:szCs w:val="28"/>
        </w:rPr>
        <w:t>униципального округа, заведующего</w:t>
      </w:r>
      <w:r w:rsidR="00AC51D9" w:rsidRPr="00AC51D9">
        <w:rPr>
          <w:sz w:val="28"/>
          <w:szCs w:val="28"/>
        </w:rPr>
        <w:t xml:space="preserve"> финансовым отделом</w:t>
      </w:r>
      <w:r w:rsidR="00267974" w:rsidRPr="00267974">
        <w:rPr>
          <w:sz w:val="28"/>
          <w:szCs w:val="28"/>
        </w:rPr>
        <w:t xml:space="preserve"> Л.В. Андрееву. </w:t>
      </w:r>
    </w:p>
    <w:p w:rsidR="00267974" w:rsidRPr="00267974" w:rsidRDefault="00267974" w:rsidP="00194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5. Настоящее постановление вступает в силу с</w:t>
      </w:r>
      <w:r w:rsidR="00961A57">
        <w:rPr>
          <w:sz w:val="28"/>
          <w:szCs w:val="28"/>
        </w:rPr>
        <w:t>о дня официального опубликования</w:t>
      </w:r>
      <w:r w:rsidRPr="00267974">
        <w:rPr>
          <w:sz w:val="28"/>
          <w:szCs w:val="28"/>
        </w:rPr>
        <w:t xml:space="preserve">, за исключением пункта 2, который </w:t>
      </w:r>
      <w:r w:rsidR="00AC51D9">
        <w:rPr>
          <w:sz w:val="28"/>
          <w:szCs w:val="28"/>
        </w:rPr>
        <w:t>вступает в силу с 01 января 202</w:t>
      </w:r>
      <w:r w:rsidR="00A75F1B">
        <w:rPr>
          <w:sz w:val="28"/>
          <w:szCs w:val="28"/>
        </w:rPr>
        <w:t>4</w:t>
      </w:r>
      <w:r w:rsidRPr="00267974">
        <w:rPr>
          <w:sz w:val="28"/>
          <w:szCs w:val="28"/>
        </w:rPr>
        <w:t xml:space="preserve"> года.</w:t>
      </w: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411" w:rsidRPr="002E1A9C" w:rsidRDefault="00192411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1A57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52A5A">
        <w:rPr>
          <w:sz w:val="28"/>
          <w:szCs w:val="28"/>
        </w:rPr>
        <w:t xml:space="preserve">Глава Рамешковского </w:t>
      </w:r>
    </w:p>
    <w:p w:rsidR="00267974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</w:t>
      </w:r>
      <w:r w:rsidRPr="00652A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961A5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А</w:t>
      </w:r>
      <w:r w:rsidRPr="00652A5A">
        <w:rPr>
          <w:sz w:val="28"/>
          <w:szCs w:val="28"/>
        </w:rPr>
        <w:t>.А. П</w:t>
      </w:r>
      <w:r>
        <w:rPr>
          <w:sz w:val="28"/>
          <w:szCs w:val="28"/>
        </w:rPr>
        <w:t>илюгин</w:t>
      </w: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C03068" w:rsidRDefault="00C03068" w:rsidP="00E81E6E">
      <w:pPr>
        <w:ind w:left="4680"/>
        <w:rPr>
          <w:sz w:val="28"/>
          <w:szCs w:val="28"/>
        </w:rPr>
      </w:pPr>
      <w:bookmarkStart w:id="0" w:name="_GoBack"/>
      <w:bookmarkEnd w:id="0"/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4C5DE8">
      <w:pPr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Pr="00135B51" w:rsidRDefault="005E4461" w:rsidP="00026F4F">
      <w:pPr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2141D2" w:rsidRPr="00135B51" w:rsidRDefault="00FF359E" w:rsidP="002141D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</w:r>
      <w:r w:rsidR="002141D2">
        <w:rPr>
          <w:sz w:val="36"/>
          <w:szCs w:val="36"/>
        </w:rPr>
        <w:t>Рамешковского муниципального округа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2637E2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2637E2">
        <w:rPr>
          <w:sz w:val="36"/>
          <w:szCs w:val="36"/>
        </w:rPr>
        <w:t>Развитие жилищ</w:t>
      </w:r>
      <w:r w:rsidR="002637E2" w:rsidRPr="002637E2">
        <w:rPr>
          <w:sz w:val="36"/>
          <w:szCs w:val="36"/>
        </w:rPr>
        <w:t>но-коммунальной инфраструктуры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2637E2">
        <w:rPr>
          <w:sz w:val="36"/>
          <w:szCs w:val="36"/>
        </w:rPr>
        <w:t xml:space="preserve">                                 на 20</w:t>
      </w:r>
      <w:r w:rsidR="008D636D" w:rsidRPr="002637E2">
        <w:rPr>
          <w:sz w:val="36"/>
          <w:szCs w:val="36"/>
        </w:rPr>
        <w:t>2</w:t>
      </w:r>
      <w:r w:rsidR="00A75F1B" w:rsidRPr="007E0189">
        <w:rPr>
          <w:sz w:val="36"/>
          <w:szCs w:val="36"/>
        </w:rPr>
        <w:t>4</w:t>
      </w:r>
      <w:r w:rsidRPr="002637E2">
        <w:rPr>
          <w:sz w:val="36"/>
          <w:szCs w:val="36"/>
        </w:rPr>
        <w:t>-202</w:t>
      </w:r>
      <w:r w:rsidR="00A75F1B" w:rsidRPr="007E0189">
        <w:rPr>
          <w:sz w:val="36"/>
          <w:szCs w:val="36"/>
        </w:rPr>
        <w:t>6</w:t>
      </w:r>
      <w:r w:rsidRPr="002637E2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2637E2" w:rsidRPr="00135B51" w:rsidRDefault="002637E2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t>Рамешки 20</w:t>
      </w:r>
      <w:r w:rsidR="002141D2">
        <w:rPr>
          <w:sz w:val="32"/>
          <w:szCs w:val="32"/>
        </w:rPr>
        <w:t>2</w:t>
      </w:r>
      <w:r w:rsidR="00A75F1B">
        <w:rPr>
          <w:sz w:val="32"/>
          <w:szCs w:val="32"/>
        </w:rPr>
        <w:t>3</w:t>
      </w:r>
      <w:r w:rsidRPr="00135B51">
        <w:rPr>
          <w:sz w:val="32"/>
          <w:szCs w:val="32"/>
        </w:rPr>
        <w:t>г</w:t>
      </w:r>
    </w:p>
    <w:p w:rsidR="00A75F1B" w:rsidRDefault="00A75F1B" w:rsidP="00FF359E">
      <w:pPr>
        <w:ind w:left="3402"/>
        <w:rPr>
          <w:sz w:val="32"/>
          <w:szCs w:val="32"/>
        </w:rPr>
      </w:pPr>
    </w:p>
    <w:p w:rsidR="00E3095A" w:rsidRDefault="00E3095A" w:rsidP="00FF359E">
      <w:pPr>
        <w:ind w:left="3402"/>
        <w:rPr>
          <w:sz w:val="32"/>
          <w:szCs w:val="32"/>
        </w:rPr>
      </w:pPr>
    </w:p>
    <w:p w:rsidR="00E3095A" w:rsidRPr="00135B51" w:rsidRDefault="00E3095A" w:rsidP="00FF359E">
      <w:pPr>
        <w:ind w:left="3402"/>
        <w:rPr>
          <w:sz w:val="32"/>
          <w:szCs w:val="32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Приложение </w:t>
      </w:r>
    </w:p>
    <w:p w:rsidR="00E2554E" w:rsidRDefault="00F514DD" w:rsidP="00026F4F">
      <w:pPr>
        <w:ind w:left="4680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90436" w:rsidRPr="00135B51">
        <w:rPr>
          <w:sz w:val="28"/>
          <w:szCs w:val="28"/>
        </w:rPr>
        <w:t xml:space="preserve">дминистрации Рамешковского </w:t>
      </w:r>
      <w:r w:rsidR="002637E2">
        <w:rPr>
          <w:sz w:val="28"/>
          <w:szCs w:val="28"/>
        </w:rPr>
        <w:t xml:space="preserve">муниципального </w:t>
      </w:r>
    </w:p>
    <w:p w:rsidR="00E2554E" w:rsidRPr="00194B3D" w:rsidRDefault="002637E2" w:rsidP="00026F4F">
      <w:pPr>
        <w:ind w:left="4680"/>
        <w:rPr>
          <w:sz w:val="28"/>
          <w:szCs w:val="28"/>
        </w:rPr>
      </w:pPr>
      <w:r w:rsidRPr="00194B3D">
        <w:rPr>
          <w:sz w:val="28"/>
          <w:szCs w:val="28"/>
        </w:rPr>
        <w:t>округа</w:t>
      </w:r>
      <w:r w:rsidR="004C5DE8">
        <w:rPr>
          <w:sz w:val="28"/>
          <w:szCs w:val="28"/>
        </w:rPr>
        <w:t xml:space="preserve"> </w:t>
      </w:r>
      <w:r w:rsidR="00CB3A0A" w:rsidRPr="00194B3D">
        <w:rPr>
          <w:sz w:val="28"/>
          <w:szCs w:val="28"/>
        </w:rPr>
        <w:t>от</w:t>
      </w:r>
      <w:r w:rsidR="004C5DE8">
        <w:rPr>
          <w:sz w:val="28"/>
          <w:szCs w:val="28"/>
        </w:rPr>
        <w:t xml:space="preserve"> 29</w:t>
      </w:r>
      <w:r w:rsidR="00E2554E" w:rsidRPr="00194B3D">
        <w:rPr>
          <w:sz w:val="28"/>
          <w:szCs w:val="28"/>
        </w:rPr>
        <w:t xml:space="preserve"> декабря </w:t>
      </w:r>
      <w:r w:rsidR="00A75F1B" w:rsidRPr="00194B3D">
        <w:rPr>
          <w:sz w:val="28"/>
          <w:szCs w:val="28"/>
        </w:rPr>
        <w:t>2023</w:t>
      </w:r>
      <w:r w:rsidR="00EC255D" w:rsidRPr="00194B3D">
        <w:rPr>
          <w:sz w:val="28"/>
          <w:szCs w:val="28"/>
        </w:rPr>
        <w:t xml:space="preserve"> г.</w:t>
      </w:r>
      <w:r w:rsidR="00192411" w:rsidRPr="00194B3D">
        <w:rPr>
          <w:sz w:val="28"/>
          <w:szCs w:val="28"/>
        </w:rPr>
        <w:t xml:space="preserve"> </w:t>
      </w:r>
      <w:r w:rsidR="00CB3A0A" w:rsidRPr="00194B3D">
        <w:rPr>
          <w:sz w:val="28"/>
          <w:szCs w:val="28"/>
        </w:rPr>
        <w:t xml:space="preserve"> </w:t>
      </w:r>
    </w:p>
    <w:p w:rsidR="00490436" w:rsidRPr="00135B51" w:rsidRDefault="00CB3A0A" w:rsidP="00026F4F">
      <w:pPr>
        <w:ind w:left="4680"/>
        <w:rPr>
          <w:sz w:val="28"/>
          <w:szCs w:val="28"/>
        </w:rPr>
      </w:pPr>
      <w:r w:rsidRPr="00194B3D">
        <w:rPr>
          <w:sz w:val="28"/>
          <w:szCs w:val="28"/>
        </w:rPr>
        <w:t>№</w:t>
      </w:r>
      <w:r w:rsidR="00E2554E" w:rsidRPr="00194B3D">
        <w:rPr>
          <w:sz w:val="28"/>
          <w:szCs w:val="28"/>
        </w:rPr>
        <w:t xml:space="preserve"> </w:t>
      </w:r>
      <w:r w:rsidR="004C5DE8">
        <w:rPr>
          <w:sz w:val="28"/>
          <w:szCs w:val="28"/>
        </w:rPr>
        <w:t>328</w:t>
      </w:r>
      <w:r w:rsidR="00EA008D" w:rsidRPr="00194B3D">
        <w:rPr>
          <w:sz w:val="28"/>
          <w:szCs w:val="28"/>
        </w:rPr>
        <w:t>-</w:t>
      </w:r>
      <w:r w:rsidRPr="00194B3D">
        <w:rPr>
          <w:sz w:val="28"/>
          <w:szCs w:val="28"/>
        </w:rPr>
        <w:t>па</w:t>
      </w:r>
      <w:r w:rsidR="00490436" w:rsidRPr="00135B51">
        <w:rPr>
          <w:sz w:val="28"/>
          <w:szCs w:val="28"/>
        </w:rPr>
        <w:t xml:space="preserve">             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  <w:r w:rsidR="00704367">
        <w:rPr>
          <w:b/>
          <w:sz w:val="28"/>
          <w:szCs w:val="28"/>
        </w:rPr>
        <w:t>муниципального образования</w:t>
      </w:r>
    </w:p>
    <w:p w:rsidR="002637E2" w:rsidRPr="00B40CA3" w:rsidRDefault="00A47EDB" w:rsidP="002637E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</w:r>
      <w:r w:rsidR="00704367">
        <w:rPr>
          <w:b/>
          <w:sz w:val="28"/>
          <w:szCs w:val="28"/>
        </w:rPr>
        <w:t>«</w:t>
      </w:r>
      <w:proofErr w:type="spellStart"/>
      <w:r w:rsidR="002637E2">
        <w:rPr>
          <w:b/>
          <w:sz w:val="28"/>
          <w:szCs w:val="28"/>
        </w:rPr>
        <w:t>Р</w:t>
      </w:r>
      <w:r w:rsidR="00704367">
        <w:rPr>
          <w:b/>
          <w:sz w:val="28"/>
          <w:szCs w:val="28"/>
        </w:rPr>
        <w:t>амешковский</w:t>
      </w:r>
      <w:proofErr w:type="spellEnd"/>
      <w:r w:rsidR="00704367">
        <w:rPr>
          <w:b/>
          <w:sz w:val="28"/>
          <w:szCs w:val="28"/>
        </w:rPr>
        <w:t xml:space="preserve"> муниципальный округ»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37E2" w:rsidRPr="002637E2" w:rsidRDefault="002637E2" w:rsidP="002637E2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637E2">
              <w:rPr>
                <w:sz w:val="28"/>
                <w:szCs w:val="28"/>
              </w:rPr>
              <w:t>Развитие жилищно-коммунальной инфраструктуры     на 202</w:t>
            </w:r>
            <w:r w:rsidR="00A75F1B">
              <w:rPr>
                <w:sz w:val="28"/>
                <w:szCs w:val="28"/>
              </w:rPr>
              <w:t>4</w:t>
            </w:r>
            <w:r w:rsidRPr="002637E2">
              <w:rPr>
                <w:sz w:val="28"/>
                <w:szCs w:val="28"/>
              </w:rPr>
              <w:t>-202</w:t>
            </w:r>
            <w:r w:rsidR="00A75F1B" w:rsidRPr="00A75F1B">
              <w:rPr>
                <w:sz w:val="28"/>
                <w:szCs w:val="28"/>
              </w:rPr>
              <w:t>6</w:t>
            </w:r>
            <w:r w:rsidRPr="002637E2">
              <w:rPr>
                <w:sz w:val="28"/>
                <w:szCs w:val="28"/>
              </w:rPr>
              <w:t xml:space="preserve"> годы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Администрация Рамешковского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F7D" w:rsidRPr="00135B51" w:rsidRDefault="00026F4F" w:rsidP="00026F4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жилищной политики Администрации Рамешковского муниципального округа; Отдел экономики и прогнозирования Администрации Рамешковского муниципального округа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F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F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азвития жилищно-коммунального,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газового хозяйства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и вовлеченности граждан в решение вопросов местного значения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12BA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164422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</w:t>
            </w:r>
            <w:r w:rsidR="00192411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и газового хозяйства»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1569AD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569AD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инициатив, поддержки обустройства мест массового отдыха»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</w:t>
            </w:r>
            <w:r w:rsidR="00026F4F">
              <w:rPr>
                <w:rFonts w:ascii="Times New Roman" w:hAnsi="Times New Roman" w:cs="Times New Roman"/>
                <w:sz w:val="28"/>
              </w:rPr>
              <w:t xml:space="preserve">шение уровня газификации </w:t>
            </w:r>
            <w:r w:rsidR="00F514DD">
              <w:rPr>
                <w:rFonts w:ascii="Times New Roman" w:hAnsi="Times New Roman" w:cs="Times New Roman"/>
                <w:sz w:val="28"/>
              </w:rPr>
              <w:t>муниципального округа</w:t>
            </w:r>
            <w:r w:rsidR="00026F4F">
              <w:rPr>
                <w:rFonts w:ascii="Times New Roman" w:hAnsi="Times New Roman" w:cs="Times New Roman"/>
                <w:sz w:val="28"/>
              </w:rPr>
              <w:t>;</w:t>
            </w:r>
          </w:p>
          <w:p w:rsidR="00A47EDB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  <w:r w:rsidR="00026F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14DD" w:rsidRPr="00135B51" w:rsidRDefault="00F514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3.Создание безопасных и комфортных условий проживания граждан;</w:t>
            </w:r>
          </w:p>
          <w:p w:rsidR="00A3205C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</w:t>
            </w:r>
            <w:r w:rsidR="00026F4F">
              <w:rPr>
                <w:rFonts w:ascii="Times New Roman" w:hAnsi="Times New Roman" w:cs="Times New Roman"/>
                <w:sz w:val="28"/>
              </w:rPr>
              <w:t>ния о ходе реализации программы;</w:t>
            </w:r>
          </w:p>
          <w:p w:rsidR="007B1356" w:rsidRPr="002637E2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7B1356" w:rsidRPr="000C5FFC">
              <w:rPr>
                <w:rFonts w:ascii="Times New Roman" w:hAnsi="Times New Roman" w:cs="Times New Roman"/>
                <w:sz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ACE" w:rsidRPr="002E5ACE">
              <w:rPr>
                <w:rFonts w:ascii="Times New Roman" w:hAnsi="Times New Roman"/>
                <w:sz w:val="28"/>
                <w:szCs w:val="28"/>
              </w:rPr>
              <w:t>Повышение количества ежегодно заявленных социально-значимых проектов, на реализацию которого претендует население</w:t>
            </w:r>
            <w:r w:rsidR="00026F4F">
              <w:rPr>
                <w:rFonts w:ascii="Times New Roman" w:hAnsi="Times New Roman"/>
                <w:sz w:val="28"/>
                <w:szCs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47EDB" w:rsidRPr="00A161A7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26097,</w:t>
            </w:r>
            <w:r w:rsidR="0088520D" w:rsidRPr="008852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15921,6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7122,1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3054,1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F514DD" w:rsidRPr="00F514D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развития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="00F514DD" w:rsidRPr="00F514DD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r w:rsidR="00F514DD">
              <w:rPr>
                <w:rFonts w:ascii="Times New Roman" w:hAnsi="Times New Roman" w:cs="Times New Roman"/>
                <w:sz w:val="28"/>
                <w:szCs w:val="28"/>
              </w:rPr>
              <w:t xml:space="preserve">-коммунального и газового хозяйства»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17720,7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11810,9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4988,9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C62AC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1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8520D">
              <w:rPr>
                <w:rFonts w:ascii="Times New Roman" w:hAnsi="Times New Roman" w:cs="Times New Roman"/>
                <w:sz w:val="28"/>
                <w:szCs w:val="28"/>
              </w:rPr>
              <w:t>920,9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37E2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2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2637E2" w:rsidRPr="002C62A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569AD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569AD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инициатив, поддержки обустройства мест массового отдыха»</w:t>
            </w:r>
            <w:r w:rsidR="002637E2" w:rsidRPr="002C62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Всего -   </w:t>
            </w:r>
            <w:r w:rsidR="00A161A7" w:rsidRPr="00A161A7">
              <w:rPr>
                <w:rFonts w:ascii="Times New Roman" w:hAnsi="Times New Roman" w:cs="Times New Roman"/>
                <w:sz w:val="28"/>
                <w:szCs w:val="28"/>
              </w:rPr>
              <w:t>8377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61A7" w:rsidRPr="00A161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4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37E2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4110,7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 xml:space="preserve">2133,2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1A7">
              <w:rPr>
                <w:rFonts w:ascii="Times New Roman" w:hAnsi="Times New Roman" w:cs="Times New Roman"/>
                <w:sz w:val="28"/>
                <w:szCs w:val="28"/>
              </w:rPr>
              <w:t>2133,2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3205C" w:rsidRDefault="00A3205C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A950E9">
      <w:pPr>
        <w:rPr>
          <w:sz w:val="28"/>
          <w:szCs w:val="28"/>
        </w:rPr>
      </w:pPr>
    </w:p>
    <w:p w:rsidR="00A950E9" w:rsidRDefault="002B2865" w:rsidP="00A950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1.Жилищно-коммунально</w:t>
      </w:r>
      <w:r w:rsidR="00026F4F">
        <w:rPr>
          <w:sz w:val="28"/>
          <w:szCs w:val="28"/>
        </w:rPr>
        <w:t>е хозяйство Рамешковского муниципального округа</w:t>
      </w:r>
      <w:r w:rsidRPr="00135B51">
        <w:rPr>
          <w:sz w:val="28"/>
          <w:szCs w:val="28"/>
        </w:rPr>
        <w:t xml:space="preserve"> Тверской области представляет собой комплекс систем жизнеобеспечения посе</w:t>
      </w:r>
      <w:r w:rsidR="00977545">
        <w:rPr>
          <w:sz w:val="28"/>
          <w:szCs w:val="28"/>
        </w:rPr>
        <w:t>лка Рамешки и сельских территорий Рамешковского муниципального округа</w:t>
      </w:r>
      <w:r w:rsidRPr="00135B51">
        <w:rPr>
          <w:sz w:val="28"/>
          <w:szCs w:val="28"/>
        </w:rPr>
        <w:t xml:space="preserve">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51339">
        <w:t xml:space="preserve"> </w:t>
      </w:r>
      <w:r w:rsidRPr="00751339">
        <w:rPr>
          <w:sz w:val="28"/>
          <w:szCs w:val="28"/>
        </w:rPr>
        <w:t>Местное самоуправление представляет собой один из важнейших институтов гражданского общества. Это наиболее приближенный к населению уровень власти.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Грамотно организованное местное самоуправление позволяет удовлетворять основные жизненные потребности жителей муниципального образования, эффективно используя имеющиеся местные ресурсы, снимать при необходимости социальную напряженность, повышая доверие населения к организации местного самоуправления.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Особое внимание органов местного самоуправления муниципального образования уделяется созданию условий непосредственного участия жителей в решении повседневных вопросов. Организация проведения встреч способствует эффективным дополнительным контактом органов местного самоуправления с жителями, а также способствует развитию и поддержке гражданской активности населения.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Подпрограмма 2 позволяет объединить финансовые ресурсы областного бюджета, бюджет муниципального образования, средства физических и юридических лиц, и н</w:t>
      </w:r>
      <w:r w:rsidR="006221ED">
        <w:rPr>
          <w:sz w:val="28"/>
          <w:szCs w:val="28"/>
        </w:rPr>
        <w:t xml:space="preserve">аправить их на решение </w:t>
      </w:r>
      <w:r w:rsidRPr="00751339">
        <w:rPr>
          <w:sz w:val="28"/>
          <w:szCs w:val="28"/>
        </w:rPr>
        <w:t>социально-значимых проблем. Данная программа значима тем, что повышение качества жизни муниципального образования зависит в первую очередь от активности самих жителей. Именно население решает, какие мероприятия будут реализовывать, и какие усилия они готовы для этого потратить.</w:t>
      </w:r>
    </w:p>
    <w:p w:rsid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 xml:space="preserve">Реализация мероприятий Подпрограммы будет способствовать развитию механизмов взаимодействия власти и населения, повышению уровня доверия населения к местному самоуправлению за счет его участия в выявлении и согласовании именно тех социальных проблем, которые наиболее остро воспринимаются населением при выборе, реализации и мониторинге проектов, а также повышению эффективности бюджетных расходов за счет вовлечения общественности в процессы принятия решений на местном уровне </w:t>
      </w:r>
      <w:r w:rsidRPr="00751339">
        <w:rPr>
          <w:sz w:val="28"/>
          <w:szCs w:val="28"/>
        </w:rPr>
        <w:lastRenderedPageBreak/>
        <w:t>и усиления общественного контроля над действиями органов местного самоуправления муниципального образования.</w:t>
      </w:r>
    </w:p>
    <w:p w:rsidR="009670F0" w:rsidRPr="00135B51" w:rsidRDefault="009670F0" w:rsidP="00751339">
      <w:pPr>
        <w:ind w:firstLine="567"/>
        <w:jc w:val="both"/>
        <w:rPr>
          <w:sz w:val="28"/>
          <w:szCs w:val="28"/>
        </w:rPr>
      </w:pPr>
    </w:p>
    <w:p w:rsidR="00490436" w:rsidRPr="00B40CA3" w:rsidRDefault="00490436" w:rsidP="009670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6E6404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135B51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</w:t>
      </w:r>
      <w:r w:rsidRPr="006E6404">
        <w:rPr>
          <w:b w:val="0"/>
          <w:color w:val="000000"/>
          <w:sz w:val="28"/>
          <w:szCs w:val="28"/>
        </w:rPr>
        <w:t xml:space="preserve">восстановительные работы. </w:t>
      </w:r>
    </w:p>
    <w:p w:rsidR="00490436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6E6404">
        <w:rPr>
          <w:b w:val="0"/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</w:t>
      </w:r>
      <w:r w:rsidR="002637E2" w:rsidRPr="006E6404">
        <w:rPr>
          <w:b w:val="0"/>
          <w:color w:val="000000"/>
          <w:sz w:val="28"/>
          <w:szCs w:val="28"/>
        </w:rPr>
        <w:t>ое перекрытие потребности округа</w:t>
      </w:r>
      <w:r w:rsidRPr="006E6404">
        <w:rPr>
          <w:b w:val="0"/>
          <w:color w:val="000000"/>
          <w:sz w:val="28"/>
          <w:szCs w:val="28"/>
        </w:rPr>
        <w:t xml:space="preserve">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</w:t>
      </w:r>
      <w:r w:rsidR="002637E2" w:rsidRPr="006E6404">
        <w:rPr>
          <w:b w:val="0"/>
          <w:color w:val="000000"/>
          <w:sz w:val="28"/>
          <w:szCs w:val="28"/>
        </w:rPr>
        <w:t>логической безопасности в округе</w:t>
      </w:r>
      <w:r w:rsidRPr="006E6404">
        <w:rPr>
          <w:b w:val="0"/>
          <w:color w:val="000000"/>
          <w:sz w:val="28"/>
          <w:szCs w:val="28"/>
        </w:rPr>
        <w:t>.</w:t>
      </w:r>
    </w:p>
    <w:p w:rsidR="00E7519C" w:rsidRPr="00135B51" w:rsidRDefault="00B40CA3" w:rsidP="00FF359E">
      <w:pPr>
        <w:contextualSpacing/>
        <w:jc w:val="both"/>
        <w:rPr>
          <w:sz w:val="28"/>
          <w:szCs w:val="28"/>
        </w:rPr>
      </w:pPr>
      <w:r w:rsidRPr="006E6404">
        <w:rPr>
          <w:sz w:val="28"/>
          <w:szCs w:val="28"/>
        </w:rPr>
        <w:t xml:space="preserve">           </w:t>
      </w:r>
      <w:r w:rsidR="00490436" w:rsidRPr="006E6404">
        <w:rPr>
          <w:sz w:val="28"/>
          <w:szCs w:val="28"/>
        </w:rPr>
        <w:t>По вопросам</w:t>
      </w:r>
      <w:r w:rsidR="00490436" w:rsidRPr="00135B51">
        <w:rPr>
          <w:sz w:val="28"/>
          <w:szCs w:val="28"/>
        </w:rPr>
        <w:t xml:space="preserve">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="00490436"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9670F0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твердотопливных </w:t>
      </w:r>
      <w:r w:rsidR="00490436"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="00490436" w:rsidRPr="00135B51">
        <w:rPr>
          <w:sz w:val="28"/>
          <w:szCs w:val="28"/>
        </w:rPr>
        <w:t>индивидуальное газовое отопление</w:t>
      </w:r>
      <w:r w:rsidR="009B2162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="00490436"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="00490436" w:rsidRPr="00135B51">
        <w:rPr>
          <w:sz w:val="28"/>
          <w:szCs w:val="28"/>
        </w:rPr>
        <w:t xml:space="preserve">котельных. </w:t>
      </w:r>
    </w:p>
    <w:p w:rsidR="00490436" w:rsidRPr="00135B51" w:rsidRDefault="00A3205C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="00490436"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="00490436"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="00490436" w:rsidRPr="00135B51">
        <w:rPr>
          <w:sz w:val="28"/>
          <w:szCs w:val="28"/>
        </w:rPr>
        <w:t xml:space="preserve"> за исключением нескольких участков тепловых сетей,  то система теплоснабжения с</w:t>
      </w:r>
      <w:r w:rsidR="008D636D" w:rsidRPr="00135B51">
        <w:rPr>
          <w:sz w:val="28"/>
          <w:szCs w:val="28"/>
        </w:rPr>
        <w:t>ё</w:t>
      </w:r>
      <w:r w:rsidR="00490436"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A3205C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 xml:space="preserve">           </w:t>
      </w:r>
      <w:r w:rsidR="00490436" w:rsidRPr="00135B51">
        <w:rPr>
          <w:bCs/>
          <w:iCs/>
          <w:sz w:val="28"/>
          <w:szCs w:val="28"/>
        </w:rPr>
        <w:t>Газификация населен</w:t>
      </w:r>
      <w:r w:rsidR="008C5F3B">
        <w:rPr>
          <w:bCs/>
          <w:iCs/>
          <w:sz w:val="28"/>
          <w:szCs w:val="28"/>
        </w:rPr>
        <w:t>ных пунктов Рамешковского муниципального округа</w:t>
      </w:r>
      <w:r w:rsidR="00490436" w:rsidRPr="00135B51">
        <w:rPr>
          <w:bCs/>
          <w:iCs/>
          <w:sz w:val="28"/>
          <w:szCs w:val="28"/>
        </w:rPr>
        <w:t xml:space="preserve"> Тверской области</w:t>
      </w:r>
      <w:r w:rsidR="00490436"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2637E2">
        <w:rPr>
          <w:sz w:val="28"/>
          <w:szCs w:val="28"/>
        </w:rPr>
        <w:t>2</w:t>
      </w:r>
      <w:r w:rsidR="00074647">
        <w:rPr>
          <w:sz w:val="28"/>
          <w:szCs w:val="28"/>
        </w:rPr>
        <w:t>2</w:t>
      </w:r>
      <w:r w:rsidR="002637E2">
        <w:rPr>
          <w:sz w:val="28"/>
          <w:szCs w:val="28"/>
        </w:rPr>
        <w:t xml:space="preserve"> год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="00BA6AA4">
        <w:rPr>
          <w:sz w:val="28"/>
          <w:szCs w:val="28"/>
        </w:rPr>
        <w:t>5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BA6AA4">
        <w:rPr>
          <w:sz w:val="28"/>
          <w:szCs w:val="28"/>
        </w:rPr>
        <w:t>6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074647">
        <w:rPr>
          <w:sz w:val="28"/>
          <w:szCs w:val="28"/>
        </w:rPr>
        <w:t>5</w:t>
      </w:r>
      <w:r w:rsidRPr="00135B51">
        <w:rPr>
          <w:sz w:val="28"/>
          <w:szCs w:val="28"/>
        </w:rPr>
        <w:t xml:space="preserve"> году. 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на</w:t>
      </w:r>
      <w:r w:rsidR="00E3079C" w:rsidRPr="009670F0">
        <w:rPr>
          <w:sz w:val="28"/>
          <w:szCs w:val="28"/>
        </w:rPr>
        <w:t xml:space="preserve"> </w:t>
      </w:r>
      <w:r w:rsidR="00074647">
        <w:rPr>
          <w:sz w:val="28"/>
          <w:szCs w:val="28"/>
        </w:rPr>
        <w:t>10</w:t>
      </w:r>
      <w:r w:rsidR="009670F0" w:rsidRPr="009670F0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км.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         </w:t>
      </w:r>
      <w:r w:rsidR="000002C6">
        <w:rPr>
          <w:sz w:val="28"/>
          <w:szCs w:val="28"/>
        </w:rPr>
        <w:t>Учитывая специфику округа</w:t>
      </w:r>
      <w:r w:rsidR="00490436" w:rsidRPr="00135B51">
        <w:rPr>
          <w:sz w:val="28"/>
          <w:szCs w:val="28"/>
        </w:rPr>
        <w:t xml:space="preserve"> (</w:t>
      </w:r>
      <w:proofErr w:type="spellStart"/>
      <w:r w:rsidR="00490436" w:rsidRPr="00135B51">
        <w:rPr>
          <w:sz w:val="28"/>
          <w:szCs w:val="28"/>
        </w:rPr>
        <w:t>Рамешковский</w:t>
      </w:r>
      <w:proofErr w:type="spellEnd"/>
      <w:r w:rsidR="00490436" w:rsidRPr="00135B51">
        <w:rPr>
          <w:sz w:val="28"/>
          <w:szCs w:val="28"/>
        </w:rPr>
        <w:t xml:space="preserve"> </w:t>
      </w:r>
      <w:r w:rsidR="000002C6">
        <w:rPr>
          <w:sz w:val="28"/>
          <w:szCs w:val="28"/>
        </w:rPr>
        <w:t>муниципальный округ</w:t>
      </w:r>
      <w:r w:rsidR="00490436" w:rsidRPr="00135B51">
        <w:rPr>
          <w:sz w:val="28"/>
          <w:szCs w:val="28"/>
        </w:rPr>
        <w:t xml:space="preserve"> относится к сельскохозяйственным районам</w:t>
      </w:r>
      <w:r w:rsidR="000002C6">
        <w:rPr>
          <w:sz w:val="28"/>
          <w:szCs w:val="28"/>
        </w:rPr>
        <w:t xml:space="preserve"> и округам</w:t>
      </w:r>
      <w:r w:rsidR="00490436" w:rsidRPr="00135B51">
        <w:rPr>
          <w:sz w:val="28"/>
          <w:szCs w:val="28"/>
        </w:rPr>
        <w:t xml:space="preserve">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7C1AD1" w:rsidRPr="00135B51" w:rsidRDefault="007C1AD1" w:rsidP="00407C5F">
      <w:pPr>
        <w:jc w:val="both"/>
        <w:rPr>
          <w:sz w:val="28"/>
          <w:szCs w:val="28"/>
        </w:rPr>
      </w:pPr>
    </w:p>
    <w:p w:rsidR="00490436" w:rsidRPr="00B40CA3" w:rsidRDefault="006221ED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8A0E6E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0F4D53">
        <w:rPr>
          <w:rFonts w:ascii="Times New Roman" w:hAnsi="Times New Roman" w:cs="Times New Roman"/>
          <w:b/>
          <w:sz w:val="28"/>
          <w:szCs w:val="28"/>
        </w:rPr>
        <w:t>П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751339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</w:t>
      </w:r>
      <w:r w:rsidR="00490436" w:rsidRPr="00135B51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:</w:t>
      </w:r>
    </w:p>
    <w:p w:rsidR="005054F6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54F6" w:rsidRPr="005054F6">
        <w:rPr>
          <w:sz w:val="28"/>
          <w:szCs w:val="28"/>
        </w:rPr>
        <w:t xml:space="preserve">Повышение уровня газификации </w:t>
      </w:r>
      <w:r w:rsidR="006E6404">
        <w:rPr>
          <w:sz w:val="28"/>
          <w:szCs w:val="28"/>
        </w:rPr>
        <w:t>м</w:t>
      </w:r>
      <w:r w:rsidR="005054F6" w:rsidRPr="005054F6">
        <w:rPr>
          <w:sz w:val="28"/>
          <w:szCs w:val="28"/>
        </w:rPr>
        <w:t>униципального округа,</w:t>
      </w:r>
      <w:r w:rsidR="005054F6">
        <w:rPr>
          <w:sz w:val="28"/>
          <w:szCs w:val="28"/>
        </w:rPr>
        <w:t xml:space="preserve"> </w:t>
      </w:r>
      <w:r w:rsidR="005054F6" w:rsidRPr="005054F6">
        <w:rPr>
          <w:sz w:val="28"/>
          <w:szCs w:val="28"/>
        </w:rPr>
        <w:t>модернизация об</w:t>
      </w:r>
      <w:r w:rsidR="00A5794E">
        <w:rPr>
          <w:sz w:val="28"/>
          <w:szCs w:val="28"/>
        </w:rPr>
        <w:t>ъектов коммунального комплекса,</w:t>
      </w:r>
      <w:r w:rsidR="005054F6" w:rsidRPr="005054F6">
        <w:rPr>
          <w:sz w:val="28"/>
          <w:szCs w:val="28"/>
        </w:rPr>
        <w:t xml:space="preserve"> создание безопасных и комфортных условий проживания граждан</w:t>
      </w:r>
      <w:r>
        <w:rPr>
          <w:sz w:val="28"/>
          <w:szCs w:val="28"/>
        </w:rPr>
        <w:t>;</w:t>
      </w:r>
    </w:p>
    <w:p w:rsidR="00751339" w:rsidRPr="00751339" w:rsidRDefault="00751339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</w:t>
      </w:r>
      <w:r w:rsidRPr="00751339">
        <w:rPr>
          <w:sz w:val="28"/>
          <w:szCs w:val="28"/>
        </w:rPr>
        <w:t>овышение активности участия населения в осуществлении местного самоуправления и развития территории Рамешковского округа.</w:t>
      </w:r>
    </w:p>
    <w:p w:rsidR="00490436" w:rsidRPr="00135B51" w:rsidRDefault="00A5794E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2DED" w:rsidRPr="00135B51">
        <w:rPr>
          <w:sz w:val="28"/>
          <w:szCs w:val="28"/>
        </w:rPr>
        <w:t>. Показателями,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 xml:space="preserve">характеризующими </w:t>
      </w:r>
      <w:proofErr w:type="gramStart"/>
      <w:r w:rsidR="00490436" w:rsidRPr="00135B51">
        <w:rPr>
          <w:sz w:val="28"/>
          <w:szCs w:val="28"/>
        </w:rPr>
        <w:t>достижение</w:t>
      </w:r>
      <w:r w:rsidR="001569AD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цели</w:t>
      </w:r>
      <w:proofErr w:type="gramEnd"/>
      <w:r w:rsidR="00490436" w:rsidRPr="00135B51">
        <w:rPr>
          <w:sz w:val="28"/>
          <w:szCs w:val="28"/>
        </w:rPr>
        <w:t xml:space="preserve"> являются:</w:t>
      </w:r>
    </w:p>
    <w:p w:rsidR="008225CB" w:rsidRP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225CB" w:rsidRPr="00135B51">
        <w:t xml:space="preserve"> </w:t>
      </w:r>
      <w:r>
        <w:rPr>
          <w:sz w:val="28"/>
          <w:szCs w:val="28"/>
        </w:rPr>
        <w:t xml:space="preserve">Повышение </w:t>
      </w:r>
      <w:r w:rsidR="00A5794E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газификации населения;</w:t>
      </w:r>
    </w:p>
    <w:p w:rsidR="005054F6" w:rsidRDefault="005054F6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569AD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уров</w:t>
      </w:r>
      <w:r w:rsidRPr="005054F6">
        <w:rPr>
          <w:sz w:val="28"/>
          <w:szCs w:val="28"/>
        </w:rPr>
        <w:t>ня надежности теплоэнергетического комплекса</w:t>
      </w:r>
      <w:r>
        <w:rPr>
          <w:sz w:val="28"/>
          <w:szCs w:val="28"/>
        </w:rPr>
        <w:t>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569AD">
        <w:rPr>
          <w:sz w:val="28"/>
          <w:szCs w:val="28"/>
        </w:rPr>
        <w:t xml:space="preserve"> </w:t>
      </w:r>
      <w:r w:rsidRPr="005054F6">
        <w:rPr>
          <w:sz w:val="28"/>
          <w:szCs w:val="28"/>
        </w:rPr>
        <w:t>Увеличение доли пользования населением централизованными системами водоотведения с ка</w:t>
      </w:r>
      <w:r>
        <w:rPr>
          <w:sz w:val="28"/>
          <w:szCs w:val="28"/>
        </w:rPr>
        <w:t>чественной очисткой сточных вод;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569AD">
        <w:rPr>
          <w:sz w:val="28"/>
          <w:szCs w:val="28"/>
        </w:rPr>
        <w:t xml:space="preserve"> </w:t>
      </w:r>
      <w:r w:rsidRPr="005054F6">
        <w:rPr>
          <w:sz w:val="28"/>
          <w:szCs w:val="28"/>
        </w:rPr>
        <w:t>Доля населения округа, охваченного мероприятиями информационного ха</w:t>
      </w:r>
      <w:r>
        <w:rPr>
          <w:sz w:val="28"/>
          <w:szCs w:val="28"/>
        </w:rPr>
        <w:t>рактера по вопросам газификации;</w:t>
      </w:r>
    </w:p>
    <w:p w:rsidR="00A738EA" w:rsidRDefault="005054F6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569AD">
        <w:rPr>
          <w:sz w:val="28"/>
          <w:szCs w:val="28"/>
        </w:rPr>
        <w:t xml:space="preserve"> </w:t>
      </w:r>
      <w:r w:rsidR="009633D9" w:rsidRPr="009633D9">
        <w:rPr>
          <w:sz w:val="28"/>
          <w:szCs w:val="28"/>
        </w:rPr>
        <w:t xml:space="preserve">Количество ежегодно заявленных социально-значимых проектов, на реализацию которого претендует население  </w:t>
      </w:r>
    </w:p>
    <w:p w:rsidR="00490436" w:rsidRPr="00135B51" w:rsidRDefault="00A5794E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0436" w:rsidRPr="00135B51">
        <w:rPr>
          <w:sz w:val="28"/>
          <w:szCs w:val="28"/>
        </w:rPr>
        <w:t>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Pr="00B40CA3" w:rsidRDefault="006221ED" w:rsidP="005552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 w:rsidR="00490436" w:rsidRPr="00B40CA3">
        <w:rPr>
          <w:b/>
          <w:sz w:val="28"/>
          <w:szCs w:val="28"/>
        </w:rPr>
        <w:t xml:space="preserve"> </w:t>
      </w:r>
      <w:r w:rsidR="00490436"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A5794E" w:rsidP="002808DB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aps/>
          <w:sz w:val="28"/>
          <w:szCs w:val="28"/>
        </w:rPr>
        <w:t>5</w:t>
      </w:r>
      <w:r w:rsidR="00490436" w:rsidRPr="00135B51">
        <w:rPr>
          <w:caps/>
          <w:sz w:val="28"/>
          <w:szCs w:val="28"/>
        </w:rPr>
        <w:t>.М</w:t>
      </w:r>
      <w:r w:rsidR="00490436" w:rsidRPr="00135B51">
        <w:rPr>
          <w:sz w:val="28"/>
          <w:szCs w:val="28"/>
        </w:rPr>
        <w:t xml:space="preserve">униципальная программа </w:t>
      </w:r>
      <w:r w:rsidR="005054F6">
        <w:rPr>
          <w:sz w:val="28"/>
          <w:szCs w:val="28"/>
        </w:rPr>
        <w:t>«</w:t>
      </w:r>
      <w:r w:rsidR="005054F6" w:rsidRPr="002637E2">
        <w:rPr>
          <w:sz w:val="28"/>
          <w:szCs w:val="28"/>
        </w:rPr>
        <w:t xml:space="preserve">Развитие жилищно-коммунальной </w:t>
      </w:r>
      <w:proofErr w:type="gramStart"/>
      <w:r w:rsidR="005054F6" w:rsidRPr="002637E2">
        <w:rPr>
          <w:sz w:val="28"/>
          <w:szCs w:val="28"/>
        </w:rPr>
        <w:t>инфраструктуры</w:t>
      </w:r>
      <w:r w:rsidR="005054F6">
        <w:rPr>
          <w:sz w:val="28"/>
          <w:szCs w:val="28"/>
        </w:rPr>
        <w:t xml:space="preserve"> </w:t>
      </w:r>
      <w:r w:rsidR="005054F6" w:rsidRPr="002637E2">
        <w:rPr>
          <w:sz w:val="28"/>
          <w:szCs w:val="28"/>
        </w:rPr>
        <w:t xml:space="preserve"> на</w:t>
      </w:r>
      <w:proofErr w:type="gramEnd"/>
      <w:r w:rsidR="005054F6" w:rsidRPr="002637E2">
        <w:rPr>
          <w:sz w:val="28"/>
          <w:szCs w:val="28"/>
        </w:rPr>
        <w:t xml:space="preserve"> 202</w:t>
      </w:r>
      <w:r w:rsidR="0088520D">
        <w:rPr>
          <w:sz w:val="28"/>
          <w:szCs w:val="28"/>
        </w:rPr>
        <w:t>4</w:t>
      </w:r>
      <w:r w:rsidR="005054F6" w:rsidRPr="002637E2">
        <w:rPr>
          <w:sz w:val="28"/>
          <w:szCs w:val="28"/>
        </w:rPr>
        <w:t>-202</w:t>
      </w:r>
      <w:r w:rsidR="0088520D">
        <w:rPr>
          <w:sz w:val="28"/>
          <w:szCs w:val="28"/>
        </w:rPr>
        <w:t>6</w:t>
      </w:r>
      <w:r w:rsidR="005054F6" w:rsidRPr="002637E2">
        <w:rPr>
          <w:sz w:val="28"/>
          <w:szCs w:val="28"/>
        </w:rPr>
        <w:t xml:space="preserve"> годы</w:t>
      </w:r>
      <w:r w:rsidR="005054F6">
        <w:rPr>
          <w:sz w:val="28"/>
          <w:szCs w:val="28"/>
        </w:rPr>
        <w:t xml:space="preserve">» </w:t>
      </w:r>
      <w:r w:rsidR="00490436" w:rsidRPr="00135B51">
        <w:rPr>
          <w:sz w:val="28"/>
          <w:szCs w:val="28"/>
        </w:rPr>
        <w:t xml:space="preserve">содержит две подпрограммы: </w:t>
      </w:r>
    </w:p>
    <w:p w:rsidR="005054F6" w:rsidRPr="00135B51" w:rsidRDefault="005054F6" w:rsidP="005054F6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054F6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«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Обеспечение развития </w:t>
      </w:r>
      <w:r w:rsidR="007F7DD2">
        <w:rPr>
          <w:rFonts w:ascii="Times New Roman" w:hAnsi="Times New Roman" w:cs="Times New Roman"/>
          <w:sz w:val="28"/>
          <w:szCs w:val="28"/>
        </w:rPr>
        <w:t>системы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 жилищно-коммунального и газового хозяйства»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FC6" w:rsidRPr="00135B51" w:rsidRDefault="002808DB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1301">
        <w:rPr>
          <w:rFonts w:ascii="Times New Roman" w:hAnsi="Times New Roman" w:cs="Times New Roman"/>
          <w:sz w:val="28"/>
          <w:szCs w:val="28"/>
        </w:rPr>
        <w:t xml:space="preserve">  </w:t>
      </w:r>
      <w:r w:rsidR="005054F6">
        <w:rPr>
          <w:rFonts w:ascii="Times New Roman" w:hAnsi="Times New Roman" w:cs="Times New Roman"/>
          <w:sz w:val="28"/>
          <w:szCs w:val="28"/>
        </w:rPr>
        <w:t>2</w:t>
      </w:r>
      <w:r w:rsidR="00B71FC6" w:rsidRPr="00135B51">
        <w:rPr>
          <w:rFonts w:ascii="Times New Roman" w:hAnsi="Times New Roman" w:cs="Times New Roman"/>
          <w:sz w:val="28"/>
          <w:szCs w:val="28"/>
        </w:rPr>
        <w:t>)</w:t>
      </w:r>
      <w:r w:rsidR="005054F6">
        <w:rPr>
          <w:rFonts w:ascii="Times New Roman" w:hAnsi="Times New Roman" w:cs="Times New Roman"/>
          <w:sz w:val="28"/>
          <w:szCs w:val="28"/>
        </w:rPr>
        <w:t xml:space="preserve"> </w:t>
      </w:r>
      <w:r w:rsidR="005054F6" w:rsidRPr="00135B51">
        <w:rPr>
          <w:rFonts w:ascii="Times New Roman" w:hAnsi="Times New Roman" w:cs="Times New Roman"/>
          <w:sz w:val="28"/>
          <w:szCs w:val="28"/>
        </w:rPr>
        <w:t>«</w:t>
      </w:r>
      <w:r w:rsidR="005054F6">
        <w:rPr>
          <w:rFonts w:ascii="Times New Roman" w:hAnsi="Times New Roman" w:cs="Times New Roman"/>
          <w:sz w:val="28"/>
          <w:szCs w:val="28"/>
        </w:rPr>
        <w:t>Реализация Программы поддержки местных инициатив</w:t>
      </w:r>
      <w:r w:rsidR="001569AD">
        <w:rPr>
          <w:rFonts w:ascii="Times New Roman" w:hAnsi="Times New Roman" w:cs="Times New Roman"/>
          <w:sz w:val="28"/>
          <w:szCs w:val="28"/>
        </w:rPr>
        <w:t>, поддержки обустройства мест массового отдыха</w:t>
      </w:r>
      <w:r w:rsidR="005054F6">
        <w:rPr>
          <w:rFonts w:ascii="Times New Roman" w:hAnsi="Times New Roman" w:cs="Times New Roman"/>
          <w:sz w:val="28"/>
          <w:szCs w:val="28"/>
        </w:rPr>
        <w:t>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t xml:space="preserve">Подпрограмма 1 </w:t>
      </w:r>
      <w:r w:rsidR="00164422" w:rsidRPr="00164422">
        <w:rPr>
          <w:b/>
          <w:sz w:val="28"/>
          <w:szCs w:val="28"/>
        </w:rPr>
        <w:t xml:space="preserve"> «Обеспечение развития и устойчивого функционирования объектов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A5794E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0436" w:rsidRPr="00135B51">
        <w:rPr>
          <w:sz w:val="28"/>
          <w:szCs w:val="28"/>
        </w:rPr>
        <w:t xml:space="preserve">. Реализация </w:t>
      </w:r>
      <w:r w:rsidR="00490436" w:rsidRPr="00135B51">
        <w:rPr>
          <w:color w:val="000000"/>
          <w:sz w:val="28"/>
          <w:szCs w:val="28"/>
        </w:rPr>
        <w:t xml:space="preserve">Подпрограммы 1 </w:t>
      </w:r>
      <w:r w:rsidR="00490436" w:rsidRPr="00135B51">
        <w:rPr>
          <w:sz w:val="28"/>
          <w:szCs w:val="28"/>
        </w:rPr>
        <w:t>связано с решением следующих задач:</w:t>
      </w:r>
    </w:p>
    <w:p w:rsidR="00A5794E" w:rsidRDefault="002808DB" w:rsidP="002808DB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lastRenderedPageBreak/>
        <w:t>1</w:t>
      </w:r>
      <w:r w:rsidR="00490436" w:rsidRPr="00135B51">
        <w:rPr>
          <w:sz w:val="28"/>
          <w:szCs w:val="28"/>
        </w:rPr>
        <w:t xml:space="preserve">) задача 1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устойчивого функционирования и развития</w:t>
      </w:r>
      <w:r w:rsidR="00494980">
        <w:rPr>
          <w:sz w:val="28"/>
          <w:szCs w:val="28"/>
        </w:rPr>
        <w:t xml:space="preserve"> теплоэнергетического комплекса</w:t>
      </w:r>
      <w:r>
        <w:rPr>
          <w:sz w:val="28"/>
          <w:szCs w:val="28"/>
        </w:rPr>
        <w:t>»;</w:t>
      </w:r>
      <w:r w:rsidR="00A5794E" w:rsidRPr="00A5794E">
        <w:t xml:space="preserve"> </w:t>
      </w:r>
    </w:p>
    <w:p w:rsidR="002808DB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94980">
        <w:rPr>
          <w:sz w:val="28"/>
          <w:szCs w:val="28"/>
        </w:rPr>
        <w:t xml:space="preserve">задача </w:t>
      </w:r>
      <w:r w:rsidR="006D112A" w:rsidRPr="00135B51">
        <w:rPr>
          <w:sz w:val="28"/>
          <w:szCs w:val="28"/>
        </w:rPr>
        <w:t>2</w:t>
      </w:r>
      <w:r w:rsidR="00310164" w:rsidRPr="00135B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A579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3943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90436" w:rsidRPr="00135B51">
        <w:rPr>
          <w:sz w:val="28"/>
          <w:szCs w:val="28"/>
        </w:rPr>
        <w:t xml:space="preserve">задача </w:t>
      </w:r>
      <w:r w:rsidR="00FF1F99" w:rsidRPr="00135B51">
        <w:rPr>
          <w:sz w:val="28"/>
          <w:szCs w:val="28"/>
        </w:rPr>
        <w:t>3</w:t>
      </w:r>
      <w:r w:rsidR="00490436" w:rsidRPr="00135B51">
        <w:rPr>
          <w:sz w:val="28"/>
          <w:szCs w:val="28"/>
        </w:rPr>
        <w:t xml:space="preserve"> </w:t>
      </w:r>
      <w:r w:rsidR="00A5794E">
        <w:rPr>
          <w:sz w:val="28"/>
          <w:szCs w:val="28"/>
        </w:rPr>
        <w:t>«</w:t>
      </w:r>
      <w:r w:rsidR="007F7DD2">
        <w:rPr>
          <w:sz w:val="28"/>
          <w:szCs w:val="28"/>
        </w:rPr>
        <w:t>Оказание содействия в г</w:t>
      </w:r>
      <w:r w:rsidR="008A2B8C" w:rsidRPr="008A2B8C">
        <w:rPr>
          <w:sz w:val="28"/>
          <w:szCs w:val="28"/>
        </w:rPr>
        <w:t>азоснабжени</w:t>
      </w:r>
      <w:r w:rsidR="007F7DD2">
        <w:rPr>
          <w:sz w:val="28"/>
          <w:szCs w:val="28"/>
        </w:rPr>
        <w:t>и</w:t>
      </w:r>
      <w:r w:rsidR="008A2B8C" w:rsidRPr="008A2B8C">
        <w:rPr>
          <w:sz w:val="28"/>
          <w:szCs w:val="28"/>
        </w:rPr>
        <w:t xml:space="preserve"> сельских террито</w:t>
      </w:r>
      <w:r w:rsidR="00E3095A">
        <w:rPr>
          <w:sz w:val="28"/>
          <w:szCs w:val="28"/>
        </w:rPr>
        <w:t xml:space="preserve">рий муниципального образования </w:t>
      </w:r>
      <w:proofErr w:type="spellStart"/>
      <w:r w:rsidR="008A2B8C" w:rsidRPr="008A2B8C">
        <w:rPr>
          <w:sz w:val="28"/>
          <w:szCs w:val="28"/>
        </w:rPr>
        <w:t>Р</w:t>
      </w:r>
      <w:r w:rsidR="008A2B8C">
        <w:rPr>
          <w:sz w:val="28"/>
          <w:szCs w:val="28"/>
        </w:rPr>
        <w:t>амешковский</w:t>
      </w:r>
      <w:proofErr w:type="spellEnd"/>
      <w:r w:rsidR="008A2B8C">
        <w:rPr>
          <w:sz w:val="28"/>
          <w:szCs w:val="28"/>
        </w:rPr>
        <w:t xml:space="preserve"> муниципальный округ</w:t>
      </w:r>
      <w:r w:rsidR="00494980">
        <w:rPr>
          <w:sz w:val="28"/>
          <w:szCs w:val="28"/>
        </w:rPr>
        <w:t>;</w:t>
      </w:r>
    </w:p>
    <w:p w:rsidR="00494980" w:rsidRDefault="004F6E8F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520D">
        <w:rPr>
          <w:sz w:val="28"/>
          <w:szCs w:val="28"/>
        </w:rPr>
        <w:t xml:space="preserve">4)задача </w:t>
      </w:r>
      <w:r w:rsidR="0088520D" w:rsidRPr="0088520D">
        <w:rPr>
          <w:sz w:val="28"/>
          <w:szCs w:val="28"/>
        </w:rPr>
        <w:t xml:space="preserve">4 </w:t>
      </w:r>
      <w:r w:rsidRPr="0088520D">
        <w:rPr>
          <w:sz w:val="28"/>
          <w:szCs w:val="28"/>
        </w:rPr>
        <w:t>«Охрана окружающей среды и обеспечение экологической безопасности проживающего населения»</w:t>
      </w:r>
      <w:r w:rsidR="0088520D">
        <w:rPr>
          <w:sz w:val="28"/>
          <w:szCs w:val="28"/>
        </w:rPr>
        <w:t>;</w:t>
      </w:r>
    </w:p>
    <w:p w:rsidR="0088520D" w:rsidRPr="00944FE9" w:rsidRDefault="0088520D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5)задача 5 «</w:t>
      </w:r>
      <w:r w:rsidRPr="0088520D">
        <w:rPr>
          <w:sz w:val="28"/>
          <w:szCs w:val="28"/>
        </w:rPr>
        <w:t>Реализация мероприятий по сокращени</w:t>
      </w:r>
      <w:r>
        <w:rPr>
          <w:sz w:val="28"/>
          <w:szCs w:val="28"/>
        </w:rPr>
        <w:t>ю доли загрязненных сточных вод».</w:t>
      </w:r>
    </w:p>
    <w:p w:rsidR="00490436" w:rsidRPr="00135B51" w:rsidRDefault="00A5794E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0436" w:rsidRPr="00135B51">
        <w:rPr>
          <w:sz w:val="28"/>
          <w:szCs w:val="28"/>
        </w:rPr>
        <w:t xml:space="preserve">. </w:t>
      </w:r>
      <w:r w:rsidR="002808DB" w:rsidRPr="00661D54">
        <w:rPr>
          <w:sz w:val="28"/>
          <w:szCs w:val="28"/>
        </w:rPr>
        <w:t>Решение задач подпрограммы</w:t>
      </w:r>
      <w:r w:rsidR="00490436" w:rsidRPr="00135B51">
        <w:rPr>
          <w:sz w:val="28"/>
          <w:szCs w:val="28"/>
        </w:rPr>
        <w:t xml:space="preserve"> оценивается с помощью </w:t>
      </w:r>
      <w:r w:rsidR="002808DB">
        <w:rPr>
          <w:sz w:val="28"/>
          <w:szCs w:val="28"/>
        </w:rPr>
        <w:t xml:space="preserve">показателей. </w:t>
      </w:r>
    </w:p>
    <w:p w:rsidR="00490436" w:rsidRPr="00135B51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>Значения показателей задач подпрограммы 1</w:t>
      </w:r>
      <w:r w:rsidR="00661D54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661D54">
        <w:rPr>
          <w:b/>
          <w:sz w:val="28"/>
          <w:szCs w:val="28"/>
        </w:rPr>
        <w:t xml:space="preserve"> 1</w:t>
      </w:r>
      <w:r w:rsidRPr="00B40CA3">
        <w:rPr>
          <w:b/>
          <w:sz w:val="28"/>
          <w:szCs w:val="28"/>
        </w:rPr>
        <w:t xml:space="preserve"> 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135B51" w:rsidRDefault="00A5794E" w:rsidP="00661D5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68DB" w:rsidRPr="00135B51">
        <w:rPr>
          <w:sz w:val="28"/>
          <w:szCs w:val="28"/>
        </w:rPr>
        <w:t xml:space="preserve">. </w:t>
      </w:r>
      <w:r w:rsidR="00F668DB" w:rsidRPr="00661D54">
        <w:rPr>
          <w:sz w:val="28"/>
          <w:szCs w:val="28"/>
        </w:rPr>
        <w:t>Решение задачи 1</w:t>
      </w:r>
      <w:r w:rsid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Создание условий для устойчивого функционирования и развития</w:t>
      </w:r>
      <w:r w:rsidR="009615F3">
        <w:rPr>
          <w:sz w:val="28"/>
          <w:szCs w:val="28"/>
        </w:rPr>
        <w:t xml:space="preserve"> теплоэнергетического комплекса</w:t>
      </w:r>
      <w:r w:rsidR="00F668DB" w:rsidRPr="00A5794E">
        <w:rPr>
          <w:sz w:val="28"/>
          <w:szCs w:val="28"/>
        </w:rPr>
        <w:t>»</w:t>
      </w:r>
      <w:r w:rsidR="00F668DB" w:rsidRP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 xml:space="preserve">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661D54">
        <w:rPr>
          <w:sz w:val="28"/>
          <w:szCs w:val="28"/>
        </w:rPr>
        <w:t>мероприятий подпрограммы</w:t>
      </w:r>
      <w:r w:rsidR="00FB4C5D">
        <w:rPr>
          <w:sz w:val="28"/>
          <w:szCs w:val="28"/>
        </w:rPr>
        <w:t>1</w:t>
      </w:r>
      <w:r w:rsidR="00661D54">
        <w:rPr>
          <w:sz w:val="28"/>
          <w:szCs w:val="28"/>
        </w:rPr>
        <w:t>:</w:t>
      </w:r>
    </w:p>
    <w:p w:rsidR="009615F3" w:rsidRDefault="00661D54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61D54">
        <w:rPr>
          <w:sz w:val="28"/>
          <w:szCs w:val="28"/>
        </w:rPr>
        <w:t xml:space="preserve"> </w:t>
      </w:r>
      <w:r w:rsidR="009615F3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Расходы местного бюджета на проектно-изыскательские работы, государственные экспертизы, строительный контроль социально-значимых объектов теплоэнергетического комплекса Раме</w:t>
      </w:r>
      <w:r w:rsidR="009615F3">
        <w:rPr>
          <w:sz w:val="28"/>
          <w:szCs w:val="28"/>
        </w:rPr>
        <w:t>шковского муниципального округа»;</w:t>
      </w:r>
    </w:p>
    <w:p w:rsidR="00867A34" w:rsidRDefault="0088520D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3905" w:rsidRPr="00135B51">
        <w:rPr>
          <w:sz w:val="28"/>
          <w:szCs w:val="28"/>
        </w:rPr>
        <w:t>)</w:t>
      </w:r>
      <w:r w:rsidR="00FD4A5F" w:rsidRPr="00135B51">
        <w:rPr>
          <w:sz w:val="28"/>
          <w:szCs w:val="28"/>
        </w:rPr>
        <w:t xml:space="preserve"> </w:t>
      </w:r>
      <w:r w:rsidR="00867A34">
        <w:rPr>
          <w:sz w:val="28"/>
          <w:szCs w:val="28"/>
        </w:rPr>
        <w:t xml:space="preserve">Административное мероприятие </w:t>
      </w:r>
      <w:r w:rsidR="00867A34" w:rsidRPr="00867A34">
        <w:rPr>
          <w:sz w:val="28"/>
          <w:szCs w:val="28"/>
        </w:rPr>
        <w:t>"Осуществление публикаций в</w:t>
      </w:r>
      <w:r w:rsidR="00857FB2">
        <w:rPr>
          <w:sz w:val="28"/>
          <w:szCs w:val="28"/>
        </w:rPr>
        <w:t xml:space="preserve"> средствах массовой информации </w:t>
      </w:r>
      <w:r w:rsidR="00867A34" w:rsidRPr="00867A34">
        <w:rPr>
          <w:sz w:val="28"/>
          <w:szCs w:val="28"/>
        </w:rPr>
        <w:t>о ходе реализации задачи"</w:t>
      </w:r>
      <w:r w:rsidR="009615F3">
        <w:rPr>
          <w:sz w:val="28"/>
          <w:szCs w:val="28"/>
        </w:rPr>
        <w:t>.</w:t>
      </w:r>
    </w:p>
    <w:p w:rsidR="006107CB" w:rsidRPr="00135B51" w:rsidRDefault="00867A34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64F5" w:rsidRPr="00B40C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107CB" w:rsidRPr="00FB4C5D">
        <w:rPr>
          <w:sz w:val="28"/>
          <w:szCs w:val="28"/>
        </w:rPr>
        <w:t>Решение задачи 2</w:t>
      </w:r>
      <w:r w:rsidR="006107CB" w:rsidRPr="00135B51">
        <w:rPr>
          <w:sz w:val="28"/>
          <w:szCs w:val="28"/>
        </w:rPr>
        <w:t xml:space="preserve"> </w:t>
      </w:r>
      <w:r w:rsidRPr="00867A34">
        <w:rPr>
          <w:sz w:val="28"/>
          <w:szCs w:val="28"/>
        </w:rPr>
        <w:t>"</w:t>
      </w:r>
      <w:r w:rsidR="009615F3" w:rsidRPr="009615F3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B55AB0" w:rsidRPr="00135B51">
        <w:rPr>
          <w:sz w:val="28"/>
          <w:szCs w:val="28"/>
        </w:rPr>
        <w:t>"</w:t>
      </w:r>
      <w:r w:rsidR="004F65C6" w:rsidRPr="00135B5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</w:t>
      </w:r>
      <w:r w:rsidR="00FB4C5D">
        <w:rPr>
          <w:sz w:val="28"/>
          <w:szCs w:val="28"/>
        </w:rPr>
        <w:t>:</w:t>
      </w:r>
    </w:p>
    <w:p w:rsidR="007F7DD2" w:rsidRDefault="00FB4C5D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7DD2">
        <w:rPr>
          <w:sz w:val="28"/>
          <w:szCs w:val="28"/>
        </w:rPr>
        <w:t>)</w:t>
      </w:r>
      <w:r w:rsidR="00917D31">
        <w:rPr>
          <w:sz w:val="28"/>
          <w:szCs w:val="28"/>
        </w:rPr>
        <w:t xml:space="preserve"> «</w:t>
      </w:r>
      <w:r w:rsidR="007F7DD2" w:rsidRPr="007F7DD2">
        <w:rPr>
          <w:sz w:val="28"/>
          <w:szCs w:val="28"/>
        </w:rPr>
        <w:t xml:space="preserve">Обслуживание и ремонт водопроводных сетей </w:t>
      </w:r>
      <w:r w:rsidR="00917D31">
        <w:rPr>
          <w:sz w:val="28"/>
          <w:szCs w:val="28"/>
        </w:rPr>
        <w:t xml:space="preserve">и канализации </w:t>
      </w:r>
      <w:r w:rsidR="007F7DD2" w:rsidRPr="007F7DD2">
        <w:rPr>
          <w:sz w:val="28"/>
          <w:szCs w:val="28"/>
        </w:rPr>
        <w:t>Раме</w:t>
      </w:r>
      <w:r w:rsidR="00917D31">
        <w:rPr>
          <w:sz w:val="28"/>
          <w:szCs w:val="28"/>
        </w:rPr>
        <w:t>шковского муниципального округа»;</w:t>
      </w:r>
    </w:p>
    <w:p w:rsidR="00867A34" w:rsidRDefault="009615F3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7A34">
        <w:rPr>
          <w:sz w:val="28"/>
          <w:szCs w:val="28"/>
        </w:rPr>
        <w:t>)</w:t>
      </w:r>
      <w:r w:rsidR="00867A34" w:rsidRPr="00867A34">
        <w:t xml:space="preserve"> </w:t>
      </w:r>
      <w:r>
        <w:rPr>
          <w:sz w:val="28"/>
          <w:szCs w:val="28"/>
        </w:rPr>
        <w:t>Административное мероприятие «</w:t>
      </w:r>
      <w:r w:rsidR="00867A34"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867A34">
        <w:rPr>
          <w:sz w:val="28"/>
          <w:szCs w:val="28"/>
        </w:rPr>
        <w:t>0.</w:t>
      </w:r>
      <w:r w:rsidR="00FB4C5D">
        <w:rPr>
          <w:sz w:val="28"/>
          <w:szCs w:val="28"/>
        </w:rPr>
        <w:t xml:space="preserve"> </w:t>
      </w:r>
      <w:r w:rsidRPr="00FB4C5D">
        <w:rPr>
          <w:sz w:val="28"/>
          <w:szCs w:val="28"/>
        </w:rPr>
        <w:t>Решение задачи</w:t>
      </w:r>
      <w:r w:rsidR="00FD4A5F" w:rsidRPr="00FB4C5D">
        <w:rPr>
          <w:sz w:val="28"/>
          <w:szCs w:val="28"/>
        </w:rPr>
        <w:t xml:space="preserve"> </w:t>
      </w:r>
      <w:r w:rsidR="00210FC6">
        <w:rPr>
          <w:sz w:val="28"/>
          <w:szCs w:val="28"/>
        </w:rPr>
        <w:t>3</w:t>
      </w:r>
      <w:r w:rsidR="00FB4C5D" w:rsidRPr="00FB4C5D">
        <w:t xml:space="preserve"> </w:t>
      </w:r>
      <w:r w:rsidR="00AD3B6E" w:rsidRPr="00AD3B6E">
        <w:rPr>
          <w:sz w:val="28"/>
          <w:szCs w:val="28"/>
        </w:rPr>
        <w:t>«</w:t>
      </w:r>
      <w:r w:rsidR="004D3C60">
        <w:rPr>
          <w:sz w:val="28"/>
          <w:szCs w:val="28"/>
        </w:rPr>
        <w:t>Оказание содействия в г</w:t>
      </w:r>
      <w:r w:rsidR="00AD3B6E" w:rsidRPr="00AD3B6E">
        <w:rPr>
          <w:sz w:val="28"/>
          <w:szCs w:val="28"/>
        </w:rPr>
        <w:t>азоснабжени</w:t>
      </w:r>
      <w:r w:rsidR="004D3C60">
        <w:rPr>
          <w:sz w:val="28"/>
          <w:szCs w:val="28"/>
        </w:rPr>
        <w:t>и</w:t>
      </w:r>
      <w:r w:rsidR="00AD3B6E" w:rsidRPr="00AD3B6E">
        <w:rPr>
          <w:sz w:val="28"/>
          <w:szCs w:val="28"/>
        </w:rPr>
        <w:t xml:space="preserve"> сельских террито</w:t>
      </w:r>
      <w:r w:rsidR="00917D31">
        <w:rPr>
          <w:sz w:val="28"/>
          <w:szCs w:val="28"/>
        </w:rPr>
        <w:t xml:space="preserve">рий муниципального образования </w:t>
      </w:r>
      <w:proofErr w:type="spellStart"/>
      <w:r w:rsidR="00AD3B6E" w:rsidRPr="00AD3B6E">
        <w:rPr>
          <w:sz w:val="28"/>
          <w:szCs w:val="28"/>
        </w:rPr>
        <w:t>Рамешковский</w:t>
      </w:r>
      <w:proofErr w:type="spellEnd"/>
      <w:r w:rsidR="00AD3B6E" w:rsidRPr="00AD3B6E">
        <w:rPr>
          <w:sz w:val="28"/>
          <w:szCs w:val="28"/>
        </w:rPr>
        <w:t xml:space="preserve"> муниципальный округ</w:t>
      </w:r>
      <w:r w:rsidR="00AD3B6E">
        <w:rPr>
          <w:sz w:val="28"/>
          <w:szCs w:val="28"/>
        </w:rPr>
        <w:t xml:space="preserve"> </w:t>
      </w:r>
      <w:r w:rsidR="004F65C6" w:rsidRPr="00944FE9">
        <w:rPr>
          <w:sz w:val="28"/>
          <w:szCs w:val="28"/>
        </w:rPr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5E3D84" w:rsidRPr="005E3D84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>и административных мероприятий</w:t>
      </w:r>
      <w:r w:rsidRPr="00135B51">
        <w:rPr>
          <w:sz w:val="28"/>
          <w:szCs w:val="28"/>
        </w:rPr>
        <w:t xml:space="preserve"> подпрограммы 1</w:t>
      </w:r>
      <w:r w:rsidR="00210FC6">
        <w:rPr>
          <w:sz w:val="28"/>
          <w:szCs w:val="28"/>
        </w:rPr>
        <w:t>:</w:t>
      </w:r>
    </w:p>
    <w:p w:rsidR="009615F3" w:rsidRDefault="00210FC6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E3D" w:rsidRPr="00135B51">
        <w:rPr>
          <w:sz w:val="28"/>
          <w:szCs w:val="28"/>
        </w:rPr>
        <w:t xml:space="preserve">) </w:t>
      </w:r>
      <w:r w:rsidR="009615F3" w:rsidRPr="009615F3">
        <w:rPr>
          <w:sz w:val="28"/>
          <w:szCs w:val="28"/>
        </w:rPr>
        <w:t>«Газификация сельских территорий Рамешковского муниципального округа, содержание и обслуживание д</w:t>
      </w:r>
      <w:r w:rsidR="009615F3">
        <w:rPr>
          <w:sz w:val="28"/>
          <w:szCs w:val="28"/>
        </w:rPr>
        <w:t>ействующих сетей газоснабжения»;</w:t>
      </w:r>
    </w:p>
    <w:p w:rsidR="002655AF" w:rsidRDefault="00917D31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55AF">
        <w:rPr>
          <w:sz w:val="28"/>
          <w:szCs w:val="28"/>
        </w:rPr>
        <w:t>)</w:t>
      </w:r>
      <w:r w:rsidR="002655AF" w:rsidRPr="002655AF">
        <w:t xml:space="preserve"> </w:t>
      </w:r>
      <w:r>
        <w:rPr>
          <w:sz w:val="28"/>
          <w:szCs w:val="28"/>
        </w:rPr>
        <w:t>Административное мероприятие «</w:t>
      </w:r>
      <w:r w:rsidR="002655AF" w:rsidRPr="002655AF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выполнения задачи»</w:t>
      </w:r>
      <w:r w:rsidR="009615F3">
        <w:rPr>
          <w:sz w:val="28"/>
          <w:szCs w:val="28"/>
        </w:rPr>
        <w:t>.</w:t>
      </w:r>
    </w:p>
    <w:p w:rsidR="009615F3" w:rsidRPr="00917D31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917D31">
        <w:rPr>
          <w:sz w:val="28"/>
          <w:szCs w:val="28"/>
        </w:rPr>
        <w:t>11. Решение Задачи</w:t>
      </w:r>
      <w:r w:rsidR="00AE07C2" w:rsidRPr="00917D31">
        <w:rPr>
          <w:sz w:val="28"/>
          <w:szCs w:val="28"/>
        </w:rPr>
        <w:t xml:space="preserve"> 4 </w:t>
      </w:r>
      <w:r w:rsidR="00917D31" w:rsidRPr="00917D31">
        <w:rPr>
          <w:sz w:val="28"/>
          <w:szCs w:val="28"/>
        </w:rPr>
        <w:t>«</w:t>
      </w:r>
      <w:r w:rsidR="00AE07C2" w:rsidRPr="00917D31">
        <w:rPr>
          <w:sz w:val="28"/>
          <w:szCs w:val="28"/>
        </w:rPr>
        <w:t>Охрана окружающей среды и обеспечение экологической безопасности проживающего населения</w:t>
      </w:r>
      <w:r w:rsidR="00917D31" w:rsidRPr="00917D31">
        <w:rPr>
          <w:sz w:val="28"/>
          <w:szCs w:val="28"/>
        </w:rPr>
        <w:t>»</w:t>
      </w:r>
      <w:r w:rsidRPr="00917D31">
        <w:rPr>
          <w:sz w:val="28"/>
          <w:szCs w:val="28"/>
        </w:rPr>
        <w:t xml:space="preserve"> осуществляется </w:t>
      </w:r>
      <w:r w:rsidRPr="00917D31">
        <w:rPr>
          <w:sz w:val="28"/>
          <w:szCs w:val="28"/>
        </w:rPr>
        <w:lastRenderedPageBreak/>
        <w:t>посредством выполнения следующих мероприятий и административных мероприятий подпрограммы 1</w:t>
      </w:r>
    </w:p>
    <w:p w:rsidR="00917D31" w:rsidRDefault="009615F3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 w:rsidRPr="00917D31">
        <w:rPr>
          <w:sz w:val="28"/>
          <w:szCs w:val="28"/>
        </w:rPr>
        <w:t>1)</w:t>
      </w:r>
      <w:r w:rsidRPr="00917D31">
        <w:t xml:space="preserve"> </w:t>
      </w:r>
      <w:r w:rsidR="00917D31" w:rsidRPr="00917D31">
        <w:rPr>
          <w:sz w:val="28"/>
          <w:szCs w:val="28"/>
        </w:rPr>
        <w:t xml:space="preserve">«Расходы местного бюджета на природоохранные мероприятия, в </w:t>
      </w:r>
      <w:proofErr w:type="spellStart"/>
      <w:r w:rsidR="00917D31" w:rsidRPr="00917D31">
        <w:rPr>
          <w:sz w:val="28"/>
          <w:szCs w:val="28"/>
        </w:rPr>
        <w:t>т.ч</w:t>
      </w:r>
      <w:proofErr w:type="spellEnd"/>
      <w:r w:rsidR="00917D31" w:rsidRPr="00917D31">
        <w:rPr>
          <w:sz w:val="28"/>
          <w:szCs w:val="28"/>
        </w:rPr>
        <w:t xml:space="preserve">. на борьбу с борщевиком, за счет взносов за негативное воздействие на окружающую среду. Другие вопросы в </w:t>
      </w:r>
      <w:r w:rsidR="00917D31">
        <w:rPr>
          <w:sz w:val="28"/>
          <w:szCs w:val="28"/>
        </w:rPr>
        <w:t>области охраны окружающей среды»;</w:t>
      </w:r>
    </w:p>
    <w:p w:rsidR="009615F3" w:rsidRDefault="009615F3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615F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мероприятие «</w:t>
      </w:r>
      <w:r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1569AD" w:rsidRDefault="001569AD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Решение Задачи 5 «</w:t>
      </w:r>
      <w:r w:rsidRPr="001569AD">
        <w:rPr>
          <w:sz w:val="28"/>
          <w:szCs w:val="28"/>
        </w:rPr>
        <w:t xml:space="preserve">Реализация мероприятий по сокращению доли загрязненных </w:t>
      </w:r>
      <w:r>
        <w:rPr>
          <w:sz w:val="28"/>
          <w:szCs w:val="28"/>
        </w:rPr>
        <w:t xml:space="preserve">сточных вод» </w:t>
      </w:r>
      <w:r w:rsidRPr="00917D31">
        <w:rPr>
          <w:sz w:val="28"/>
          <w:szCs w:val="28"/>
        </w:rPr>
        <w:t>осуществляется посредством выполнения следующих мероприятий и административных мероприятий подпрограммы 1</w:t>
      </w:r>
    </w:p>
    <w:p w:rsidR="001569AD" w:rsidRDefault="001569AD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r w:rsidRPr="001569AD">
        <w:rPr>
          <w:sz w:val="28"/>
          <w:szCs w:val="28"/>
        </w:rPr>
        <w:t>Расходы на реализацию мероприятий по сокращению доли загрязненных сточных вод на территории Рамешковского муниципального округа Тверской области</w:t>
      </w:r>
      <w:r>
        <w:rPr>
          <w:sz w:val="28"/>
          <w:szCs w:val="28"/>
        </w:rPr>
        <w:t>»;</w:t>
      </w:r>
    </w:p>
    <w:p w:rsidR="001569AD" w:rsidRDefault="001569AD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569AD">
        <w:t xml:space="preserve"> </w:t>
      </w:r>
      <w:r w:rsidRPr="001569AD">
        <w:rPr>
          <w:sz w:val="28"/>
          <w:szCs w:val="28"/>
        </w:rPr>
        <w:t>Администра</w:t>
      </w:r>
      <w:r>
        <w:rPr>
          <w:sz w:val="28"/>
          <w:szCs w:val="28"/>
        </w:rPr>
        <w:t>тивное мероприятие подпрограммы</w:t>
      </w:r>
      <w:r w:rsidRPr="001569AD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Pr="001569AD">
        <w:rPr>
          <w:sz w:val="28"/>
          <w:szCs w:val="28"/>
        </w:rPr>
        <w:t>Публикация в средствах массовой информации о ходе выполн</w:t>
      </w:r>
      <w:r>
        <w:rPr>
          <w:sz w:val="28"/>
          <w:szCs w:val="28"/>
        </w:rPr>
        <w:t>ения задачи».</w:t>
      </w:r>
    </w:p>
    <w:p w:rsidR="00704367" w:rsidRDefault="001569AD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655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4367">
        <w:rPr>
          <w:sz w:val="28"/>
          <w:szCs w:val="28"/>
        </w:rPr>
        <w:t>Значения показателей мероприятий</w:t>
      </w:r>
      <w:r w:rsidR="00704367" w:rsidRPr="00135B51">
        <w:rPr>
          <w:sz w:val="28"/>
          <w:szCs w:val="28"/>
        </w:rPr>
        <w:t xml:space="preserve"> подпрограммы 1</w:t>
      </w:r>
      <w:r w:rsidR="00704367">
        <w:rPr>
          <w:sz w:val="28"/>
          <w:szCs w:val="28"/>
        </w:rPr>
        <w:t xml:space="preserve"> </w:t>
      </w:r>
      <w:r w:rsidR="00704367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7A0F21" w:rsidRDefault="007A0F21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="0009149D">
        <w:rPr>
          <w:b/>
          <w:sz w:val="28"/>
          <w:szCs w:val="28"/>
        </w:rPr>
        <w:t xml:space="preserve"> 1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B40CA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5F3">
        <w:rPr>
          <w:rFonts w:ascii="Times New Roman" w:hAnsi="Times New Roman" w:cs="Times New Roman"/>
          <w:sz w:val="28"/>
          <w:szCs w:val="28"/>
        </w:rPr>
        <w:t>13</w:t>
      </w:r>
      <w:r w:rsidR="00490436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 w:rsidR="00704367">
        <w:rPr>
          <w:rFonts w:ascii="Times New Roman" w:hAnsi="Times New Roman" w:cs="Times New Roman"/>
          <w:sz w:val="28"/>
          <w:szCs w:val="28"/>
        </w:rPr>
        <w:t>й для реализации подпрограммы 1:</w:t>
      </w:r>
    </w:p>
    <w:p w:rsidR="00917D31" w:rsidRPr="00135B51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>Всего –</w:t>
      </w:r>
      <w:r>
        <w:rPr>
          <w:rFonts w:ascii="Times New Roman" w:hAnsi="Times New Roman" w:cs="Times New Roman"/>
          <w:sz w:val="28"/>
          <w:szCs w:val="28"/>
        </w:rPr>
        <w:t xml:space="preserve"> 17720,7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917D31" w:rsidRPr="00135B51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Pr="00135B51">
        <w:rPr>
          <w:rFonts w:ascii="Times New Roman" w:hAnsi="Times New Roman" w:cs="Times New Roman"/>
          <w:sz w:val="28"/>
          <w:szCs w:val="28"/>
        </w:rPr>
        <w:t>год-</w:t>
      </w:r>
      <w:r>
        <w:rPr>
          <w:rFonts w:ascii="Times New Roman" w:hAnsi="Times New Roman" w:cs="Times New Roman"/>
          <w:sz w:val="28"/>
          <w:szCs w:val="28"/>
        </w:rPr>
        <w:t xml:space="preserve">11810,9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>.</w:t>
      </w:r>
    </w:p>
    <w:p w:rsidR="00917D31" w:rsidRPr="00135B51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год- </w:t>
      </w:r>
      <w:r>
        <w:rPr>
          <w:rFonts w:ascii="Times New Roman" w:hAnsi="Times New Roman" w:cs="Times New Roman"/>
          <w:sz w:val="28"/>
          <w:szCs w:val="28"/>
        </w:rPr>
        <w:t xml:space="preserve">4988,9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7D31" w:rsidRPr="00135B51" w:rsidRDefault="00917D31" w:rsidP="00917D3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год- </w:t>
      </w:r>
      <w:r>
        <w:rPr>
          <w:rFonts w:ascii="Times New Roman" w:hAnsi="Times New Roman" w:cs="Times New Roman"/>
          <w:sz w:val="28"/>
          <w:szCs w:val="28"/>
        </w:rPr>
        <w:t xml:space="preserve">920,9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>.</w:t>
      </w: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490436" w:rsidRPr="001569AD" w:rsidRDefault="00490436" w:rsidP="00704367">
      <w:pPr>
        <w:pStyle w:val="ConsPlusCell"/>
        <w:widowControl/>
        <w:spacing w:line="276" w:lineRule="auto"/>
        <w:jc w:val="center"/>
        <w:rPr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BD5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4367" w:rsidRPr="00704367">
        <w:rPr>
          <w:rFonts w:ascii="Times New Roman" w:hAnsi="Times New Roman" w:cs="Times New Roman"/>
          <w:b/>
          <w:sz w:val="28"/>
          <w:szCs w:val="28"/>
        </w:rPr>
        <w:t>«</w:t>
      </w:r>
      <w:r w:rsidR="001569AD" w:rsidRPr="001569AD">
        <w:rPr>
          <w:rFonts w:ascii="Times New Roman" w:hAnsi="Times New Roman" w:cs="Times New Roman"/>
          <w:b/>
          <w:sz w:val="28"/>
          <w:szCs w:val="28"/>
        </w:rPr>
        <w:t>Реализация Программы поддержки местных инициатив, поддержки обустройства мест массового отдыха»</w:t>
      </w: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  <w:r w:rsidR="002655AF">
        <w:rPr>
          <w:b/>
          <w:sz w:val="28"/>
          <w:szCs w:val="28"/>
        </w:rPr>
        <w:t xml:space="preserve"> 2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149D" w:rsidRDefault="00B40CA3" w:rsidP="00BD5734">
      <w:pPr>
        <w:pStyle w:val="ConsPlusCel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15F3">
        <w:rPr>
          <w:rFonts w:ascii="Times New Roman" w:hAnsi="Times New Roman" w:cs="Times New Roman"/>
          <w:sz w:val="28"/>
          <w:szCs w:val="28"/>
        </w:rPr>
        <w:t>14</w:t>
      </w:r>
      <w:r w:rsidR="00652A90">
        <w:rPr>
          <w:rFonts w:ascii="Times New Roman" w:hAnsi="Times New Roman" w:cs="Times New Roman"/>
          <w:sz w:val="28"/>
          <w:szCs w:val="28"/>
        </w:rPr>
        <w:t xml:space="preserve">. </w:t>
      </w:r>
      <w:r w:rsidR="0009149D" w:rsidRPr="00652A90">
        <w:rPr>
          <w:rFonts w:ascii="Times New Roman" w:hAnsi="Times New Roman" w:cs="Times New Roman"/>
          <w:sz w:val="28"/>
          <w:szCs w:val="28"/>
        </w:rPr>
        <w:t>В рамках достижения цели «Повышение активности участия населения в осуществлении местного самоуправ</w:t>
      </w:r>
      <w:r w:rsidR="00652A90">
        <w:rPr>
          <w:rFonts w:ascii="Times New Roman" w:hAnsi="Times New Roman" w:cs="Times New Roman"/>
          <w:sz w:val="28"/>
          <w:szCs w:val="28"/>
        </w:rPr>
        <w:t xml:space="preserve">ления и развития </w:t>
      </w:r>
      <w:proofErr w:type="spellStart"/>
      <w:proofErr w:type="gramStart"/>
      <w:r w:rsidR="00652A90">
        <w:rPr>
          <w:rFonts w:ascii="Times New Roman" w:hAnsi="Times New Roman" w:cs="Times New Roman"/>
          <w:sz w:val="28"/>
          <w:szCs w:val="28"/>
        </w:rPr>
        <w:t>террито</w:t>
      </w:r>
      <w:proofErr w:type="spellEnd"/>
      <w:r w:rsidR="00652A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52A90">
        <w:rPr>
          <w:rFonts w:ascii="Times New Roman" w:hAnsi="Times New Roman" w:cs="Times New Roman"/>
          <w:sz w:val="28"/>
          <w:szCs w:val="28"/>
        </w:rPr>
        <w:t>рии</w:t>
      </w:r>
      <w:proofErr w:type="spellEnd"/>
      <w:proofErr w:type="gramEnd"/>
      <w:r w:rsidR="00652A90">
        <w:rPr>
          <w:rFonts w:ascii="Times New Roman" w:hAnsi="Times New Roman" w:cs="Times New Roman"/>
          <w:sz w:val="28"/>
          <w:szCs w:val="28"/>
        </w:rPr>
        <w:t xml:space="preserve">» </w:t>
      </w:r>
      <w:r w:rsidR="0009149D" w:rsidRPr="00652A90">
        <w:rPr>
          <w:rFonts w:ascii="Times New Roman" w:hAnsi="Times New Roman" w:cs="Times New Roman"/>
          <w:sz w:val="28"/>
          <w:szCs w:val="28"/>
        </w:rPr>
        <w:t>необходимо обеспечить решение следующих задач:</w:t>
      </w:r>
    </w:p>
    <w:p w:rsidR="005E6074" w:rsidRPr="00652A90" w:rsidRDefault="002655AF" w:rsidP="005E6074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B2333">
        <w:rPr>
          <w:rFonts w:ascii="Times New Roman" w:hAnsi="Times New Roman" w:cs="Times New Roman"/>
          <w:sz w:val="28"/>
          <w:szCs w:val="28"/>
        </w:rPr>
        <w:t>1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 Повышение уровня комплексного обустройства части территории.</w:t>
      </w:r>
    </w:p>
    <w:p w:rsidR="0009149D" w:rsidRDefault="002655AF" w:rsidP="00BD57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047C7">
        <w:rPr>
          <w:sz w:val="28"/>
          <w:szCs w:val="28"/>
        </w:rPr>
        <w:t xml:space="preserve"> </w:t>
      </w:r>
      <w:r w:rsidR="005E6074">
        <w:rPr>
          <w:sz w:val="28"/>
          <w:szCs w:val="28"/>
        </w:rPr>
        <w:t xml:space="preserve">Задача </w:t>
      </w:r>
      <w:r w:rsidR="00EB233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9149D" w:rsidRPr="0009149D">
        <w:rPr>
          <w:sz w:val="28"/>
          <w:szCs w:val="28"/>
        </w:rPr>
        <w:t>Создание правовых и экономических усл</w:t>
      </w:r>
      <w:r w:rsidR="00857FB2">
        <w:rPr>
          <w:sz w:val="28"/>
          <w:szCs w:val="28"/>
        </w:rPr>
        <w:t xml:space="preserve">овий по подготовке и внедрению </w:t>
      </w:r>
      <w:r w:rsidR="0009149D" w:rsidRPr="0009149D">
        <w:rPr>
          <w:sz w:val="28"/>
          <w:szCs w:val="28"/>
        </w:rPr>
        <w:t xml:space="preserve">проектов местных </w:t>
      </w:r>
      <w:r>
        <w:rPr>
          <w:sz w:val="28"/>
          <w:szCs w:val="28"/>
        </w:rPr>
        <w:t>инициатив с участием населения;</w:t>
      </w:r>
    </w:p>
    <w:p w:rsidR="006047C7" w:rsidRDefault="006047C7" w:rsidP="006047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C7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Задача 3 </w:t>
      </w:r>
      <w:r w:rsidRPr="006047C7">
        <w:rPr>
          <w:sz w:val="28"/>
          <w:szCs w:val="28"/>
        </w:rPr>
        <w:t>Повышение уровня обустройства мест массового отдыха</w:t>
      </w:r>
    </w:p>
    <w:p w:rsidR="006047C7" w:rsidRPr="006047C7" w:rsidRDefault="006047C7" w:rsidP="006047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9149D" w:rsidRPr="0009149D" w:rsidRDefault="009615F3" w:rsidP="002655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655AF">
        <w:rPr>
          <w:sz w:val="28"/>
          <w:szCs w:val="28"/>
        </w:rPr>
        <w:t>.</w:t>
      </w:r>
      <w:r w:rsidR="005E6074" w:rsidRPr="00661D54">
        <w:rPr>
          <w:sz w:val="28"/>
          <w:szCs w:val="28"/>
        </w:rPr>
        <w:t>Решение задач подпрограммы</w:t>
      </w:r>
      <w:r w:rsidR="005E6074" w:rsidRPr="00135B51">
        <w:rPr>
          <w:sz w:val="28"/>
          <w:szCs w:val="28"/>
        </w:rPr>
        <w:t xml:space="preserve"> оценивается с помощью </w:t>
      </w:r>
      <w:r w:rsidR="005E6074">
        <w:rPr>
          <w:sz w:val="28"/>
          <w:szCs w:val="28"/>
        </w:rPr>
        <w:t>показателей.</w:t>
      </w:r>
    </w:p>
    <w:p w:rsidR="00490436" w:rsidRPr="00135B51" w:rsidRDefault="009615F3" w:rsidP="002655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2655AF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Значения </w:t>
      </w:r>
      <w:r w:rsidR="00652A90">
        <w:rPr>
          <w:sz w:val="28"/>
          <w:szCs w:val="28"/>
        </w:rPr>
        <w:t>показателей задач подпрограммы 2</w:t>
      </w:r>
      <w:r w:rsidR="00490436" w:rsidRPr="00135B51">
        <w:rPr>
          <w:sz w:val="28"/>
          <w:szCs w:val="28"/>
        </w:rPr>
        <w:t xml:space="preserve"> «</w:t>
      </w:r>
      <w:r w:rsidR="00652A90" w:rsidRPr="00652A90">
        <w:rPr>
          <w:sz w:val="28"/>
          <w:szCs w:val="28"/>
        </w:rPr>
        <w:t>Реализация Программы поддержки местных инициатив</w:t>
      </w:r>
      <w:r w:rsidR="006047C7" w:rsidRPr="006047C7">
        <w:rPr>
          <w:sz w:val="28"/>
          <w:szCs w:val="28"/>
        </w:rPr>
        <w:t>, поддержки обустройства мест массового отдыха</w:t>
      </w:r>
      <w:r w:rsidR="00490436" w:rsidRPr="00135B51">
        <w:rPr>
          <w:sz w:val="28"/>
          <w:szCs w:val="28"/>
        </w:rPr>
        <w:t>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2655AF">
        <w:rPr>
          <w:b/>
          <w:sz w:val="28"/>
          <w:szCs w:val="28"/>
        </w:rPr>
        <w:t xml:space="preserve"> 2</w:t>
      </w:r>
      <w:r w:rsidRPr="00B40CA3">
        <w:rPr>
          <w:b/>
          <w:sz w:val="28"/>
          <w:szCs w:val="28"/>
        </w:rPr>
        <w:t xml:space="preserve">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85E05" w:rsidRPr="00385E05" w:rsidRDefault="00385E0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5F3">
        <w:rPr>
          <w:rFonts w:ascii="Times New Roman" w:hAnsi="Times New Roman" w:cs="Times New Roman"/>
          <w:sz w:val="28"/>
          <w:szCs w:val="28"/>
        </w:rPr>
        <w:t>17</w:t>
      </w:r>
      <w:r w:rsidR="002655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 задач Подпрограммы 2</w:t>
      </w:r>
      <w:r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655AF">
        <w:rPr>
          <w:rFonts w:ascii="Times New Roman" w:hAnsi="Times New Roman" w:cs="Times New Roman"/>
          <w:sz w:val="28"/>
          <w:szCs w:val="28"/>
        </w:rPr>
        <w:t>.</w:t>
      </w:r>
      <w:r w:rsidR="00F856DA">
        <w:rPr>
          <w:rFonts w:ascii="Times New Roman" w:hAnsi="Times New Roman" w:cs="Times New Roman"/>
          <w:sz w:val="28"/>
          <w:szCs w:val="28"/>
        </w:rPr>
        <w:t xml:space="preserve"> </w:t>
      </w:r>
      <w:r w:rsidR="008F7E7E">
        <w:rPr>
          <w:rFonts w:ascii="Times New Roman" w:hAnsi="Times New Roman" w:cs="Times New Roman"/>
          <w:sz w:val="28"/>
          <w:szCs w:val="28"/>
        </w:rPr>
        <w:t>Решение Задачи 1</w:t>
      </w:r>
      <w:r w:rsidR="00385E05">
        <w:rPr>
          <w:rFonts w:ascii="Times New Roman" w:hAnsi="Times New Roman" w:cs="Times New Roman"/>
          <w:sz w:val="28"/>
          <w:szCs w:val="28"/>
        </w:rPr>
        <w:t xml:space="preserve">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F431D" w:rsidRPr="00D74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3C1080">
        <w:rPr>
          <w:rFonts w:ascii="Times New Roman" w:hAnsi="Times New Roman"/>
          <w:sz w:val="28"/>
          <w:szCs w:val="28"/>
        </w:rPr>
        <w:t>«</w:t>
      </w:r>
      <w:r w:rsidR="00A161A7">
        <w:rPr>
          <w:rFonts w:ascii="Times New Roman" w:hAnsi="Times New Roman"/>
          <w:sz w:val="28"/>
          <w:szCs w:val="28"/>
        </w:rPr>
        <w:t>Капитальный ремонт водопроводный сети по адресу:</w:t>
      </w:r>
      <w:r w:rsidR="00CE192E">
        <w:rPr>
          <w:rFonts w:ascii="Times New Roman" w:hAnsi="Times New Roman"/>
          <w:sz w:val="28"/>
          <w:szCs w:val="28"/>
        </w:rPr>
        <w:t xml:space="preserve"> Тверская область, </w:t>
      </w:r>
      <w:proofErr w:type="spellStart"/>
      <w:r w:rsidR="00CE192E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CE192E">
        <w:rPr>
          <w:rFonts w:ascii="Times New Roman" w:hAnsi="Times New Roman"/>
          <w:sz w:val="28"/>
          <w:szCs w:val="28"/>
        </w:rPr>
        <w:t xml:space="preserve"> муниципальный округ, деревня Высоково</w:t>
      </w:r>
      <w:r w:rsidR="003C1080">
        <w:rPr>
          <w:rFonts w:ascii="Times New Roman" w:hAnsi="Times New Roman"/>
          <w:sz w:val="28"/>
          <w:szCs w:val="28"/>
        </w:rPr>
        <w:t>»</w:t>
      </w:r>
      <w:r w:rsidR="000400CE" w:rsidRPr="000400CE"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AF431D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400CE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F4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400CE" w:rsidRPr="00D748A3">
        <w:rPr>
          <w:rFonts w:ascii="Times New Roman" w:hAnsi="Times New Roman"/>
          <w:sz w:val="28"/>
          <w:szCs w:val="28"/>
        </w:rPr>
        <w:t xml:space="preserve"> </w:t>
      </w:r>
      <w:r w:rsidR="001928DF">
        <w:rPr>
          <w:rFonts w:ascii="Times New Roman" w:hAnsi="Times New Roman"/>
          <w:sz w:val="28"/>
          <w:szCs w:val="28"/>
        </w:rPr>
        <w:t>«</w:t>
      </w:r>
      <w:r w:rsidR="00CE192E">
        <w:rPr>
          <w:rFonts w:ascii="Times New Roman" w:hAnsi="Times New Roman"/>
          <w:sz w:val="28"/>
          <w:szCs w:val="28"/>
        </w:rPr>
        <w:t xml:space="preserve">Капитальный ремонт водопроводный сети по адресу: Тверская область, </w:t>
      </w:r>
      <w:proofErr w:type="spellStart"/>
      <w:r w:rsidR="00CE192E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CE192E">
        <w:rPr>
          <w:rFonts w:ascii="Times New Roman" w:hAnsi="Times New Roman"/>
          <w:sz w:val="28"/>
          <w:szCs w:val="28"/>
        </w:rPr>
        <w:t xml:space="preserve"> муниципальный округ, деревня Высоково</w:t>
      </w:r>
      <w:r w:rsidR="001928DF">
        <w:rPr>
          <w:rFonts w:ascii="Times New Roman" w:hAnsi="Times New Roman"/>
          <w:sz w:val="28"/>
          <w:szCs w:val="28"/>
        </w:rPr>
        <w:t>»</w:t>
      </w:r>
      <w:r w:rsidR="000400CE" w:rsidRPr="000400CE"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400CE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CE192E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Устройство детской спортивной площадки в д. Косково Рамешковского муниципального округа Тверской области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CE192E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0614B5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Устройство детской спортивной площадки в д. Косково Рамешковского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CE192E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Устройство универсальной спортивной площадки в с. Никольское Рамешковского муниципального округа Тверской области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CE192E" w:rsidRPr="00CE192E" w:rsidRDefault="00CE192E" w:rsidP="00CE192E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Устройство универсальной спортивной площадки в с. Никольское Рамешковского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</w:p>
    <w:p w:rsidR="00AF431D" w:rsidRDefault="00CE192E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 w:rsidR="00B32BA9">
        <w:rPr>
          <w:rFonts w:ascii="Times New Roman" w:hAnsi="Times New Roman"/>
          <w:sz w:val="28"/>
          <w:szCs w:val="28"/>
        </w:rPr>
        <w:t xml:space="preserve">Приобретение элементов спортивной площадки в с. </w:t>
      </w:r>
      <w:proofErr w:type="spellStart"/>
      <w:r w:rsidR="00B32BA9">
        <w:rPr>
          <w:rFonts w:ascii="Times New Roman" w:hAnsi="Times New Roman"/>
          <w:sz w:val="28"/>
          <w:szCs w:val="28"/>
        </w:rPr>
        <w:t>Ильгощи</w:t>
      </w:r>
      <w:proofErr w:type="spellEnd"/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B32BA9" w:rsidRPr="00B32BA9" w:rsidRDefault="00B32BA9" w:rsidP="00B32B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F4AF5">
        <w:rPr>
          <w:rFonts w:ascii="Times New Roman" w:hAnsi="Times New Roman" w:cs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Приобретение элементов спортивной площадки в с. </w:t>
      </w:r>
      <w:proofErr w:type="spellStart"/>
      <w:r>
        <w:rPr>
          <w:rFonts w:ascii="Times New Roman" w:hAnsi="Times New Roman"/>
          <w:sz w:val="28"/>
          <w:szCs w:val="28"/>
        </w:rPr>
        <w:t>Ильгощи</w:t>
      </w:r>
      <w:proofErr w:type="spellEnd"/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B32BA9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F4AF5">
        <w:rPr>
          <w:rFonts w:ascii="Times New Roman" w:hAnsi="Times New Roman"/>
          <w:sz w:val="28"/>
          <w:szCs w:val="28"/>
        </w:rPr>
        <w:t>)</w:t>
      </w:r>
      <w:r w:rsidR="00AF431D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566CD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Рамешки Рамешковского </w:t>
      </w:r>
      <w:r>
        <w:rPr>
          <w:rFonts w:ascii="Times New Roman" w:hAnsi="Times New Roman"/>
          <w:sz w:val="28"/>
          <w:szCs w:val="28"/>
        </w:rPr>
        <w:lastRenderedPageBreak/>
        <w:t>муниципального округа Тверской области (ул. Новая 2 этап)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1047AE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F4AF5">
        <w:rPr>
          <w:rFonts w:ascii="Times New Roman" w:hAnsi="Times New Roman"/>
          <w:sz w:val="28"/>
          <w:szCs w:val="28"/>
        </w:rPr>
        <w:t>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614B5">
        <w:rPr>
          <w:rFonts w:ascii="Times New Roman" w:hAnsi="Times New Roman"/>
          <w:sz w:val="28"/>
          <w:szCs w:val="28"/>
        </w:rPr>
        <w:t xml:space="preserve">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 (ул. Новая 2 этап)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211A3A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Реализация проекта местных инициатив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по ул. Советская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211A3A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Pr="0027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E84A70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по ул. Советская </w:t>
      </w:r>
      <w:proofErr w:type="spellStart"/>
      <w:r w:rsidR="00E84A70">
        <w:rPr>
          <w:rFonts w:ascii="Times New Roman" w:hAnsi="Times New Roman"/>
          <w:sz w:val="28"/>
          <w:szCs w:val="28"/>
        </w:rPr>
        <w:t>пгт</w:t>
      </w:r>
      <w:proofErr w:type="spellEnd"/>
      <w:r w:rsidR="00E84A70"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E84A70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«Капитальный ремонт центральной водопроводной сети</w:t>
      </w:r>
      <w:r>
        <w:rPr>
          <w:rFonts w:ascii="Times New Roman" w:hAnsi="Times New Roman"/>
          <w:sz w:val="28"/>
          <w:szCs w:val="28"/>
        </w:rPr>
        <w:t xml:space="preserve"> по ул. Первомайская</w:t>
      </w:r>
      <w:r w:rsidR="00211A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1A3A">
        <w:rPr>
          <w:rFonts w:ascii="Times New Roman" w:hAnsi="Times New Roman"/>
          <w:sz w:val="28"/>
          <w:szCs w:val="28"/>
        </w:rPr>
        <w:t>пгт</w:t>
      </w:r>
      <w:proofErr w:type="spellEnd"/>
      <w:r w:rsidR="00211A3A">
        <w:rPr>
          <w:rFonts w:ascii="Times New Roman" w:hAnsi="Times New Roman"/>
          <w:sz w:val="28"/>
          <w:szCs w:val="28"/>
        </w:rPr>
        <w:t>. Рамешки Рамешковского муницип</w:t>
      </w:r>
      <w:r>
        <w:rPr>
          <w:rFonts w:ascii="Times New Roman" w:hAnsi="Times New Roman"/>
          <w:sz w:val="28"/>
          <w:szCs w:val="28"/>
        </w:rPr>
        <w:t>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E84A70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по ул. Первомайская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Рамешки Рамешковского муниципального округа Тверской области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</w:t>
      </w:r>
      <w:r>
        <w:rPr>
          <w:rFonts w:ascii="Times New Roman" w:hAnsi="Times New Roman"/>
          <w:sz w:val="28"/>
          <w:szCs w:val="28"/>
        </w:rPr>
        <w:t xml:space="preserve">Приобретение ассенизатора на базе Газон </w:t>
      </w:r>
      <w:proofErr w:type="spellStart"/>
      <w:r>
        <w:rPr>
          <w:rFonts w:ascii="Times New Roman" w:hAnsi="Times New Roman"/>
          <w:sz w:val="28"/>
          <w:szCs w:val="28"/>
        </w:rPr>
        <w:t>Некст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>
        <w:rPr>
          <w:rFonts w:ascii="Times New Roman" w:hAnsi="Times New Roman"/>
          <w:sz w:val="28"/>
          <w:szCs w:val="28"/>
        </w:rPr>
        <w:t xml:space="preserve">Приобретение ассенизатора на базе Газон </w:t>
      </w:r>
      <w:proofErr w:type="spellStart"/>
      <w:r>
        <w:rPr>
          <w:rFonts w:ascii="Times New Roman" w:hAnsi="Times New Roman"/>
          <w:sz w:val="28"/>
          <w:szCs w:val="28"/>
        </w:rPr>
        <w:t>Некст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11A3A">
        <w:rPr>
          <w:rFonts w:ascii="Times New Roman" w:hAnsi="Times New Roman"/>
          <w:sz w:val="28"/>
          <w:szCs w:val="28"/>
        </w:rPr>
        <w:t>) Реализация проекта местных инициатив «</w:t>
      </w:r>
      <w:r>
        <w:rPr>
          <w:rFonts w:ascii="Times New Roman" w:hAnsi="Times New Roman"/>
          <w:sz w:val="28"/>
          <w:szCs w:val="28"/>
          <w:lang w:val="en-US"/>
        </w:rPr>
        <w:t>VOLTA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3D4CF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REX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SUB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Акустическая низкочастотная система, профессиональная – сабвуфер для МУК «</w:t>
      </w:r>
      <w:proofErr w:type="spellStart"/>
      <w:r>
        <w:rPr>
          <w:rFonts w:ascii="Times New Roman" w:hAnsi="Times New Roman"/>
          <w:sz w:val="28"/>
          <w:szCs w:val="28"/>
        </w:rPr>
        <w:t>Рамешковский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Дом культуры»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11A3A">
        <w:rPr>
          <w:rFonts w:ascii="Times New Roman" w:hAnsi="Times New Roman"/>
          <w:sz w:val="28"/>
          <w:szCs w:val="28"/>
        </w:rPr>
        <w:t>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>
        <w:rPr>
          <w:rFonts w:ascii="Times New Roman" w:hAnsi="Times New Roman"/>
          <w:sz w:val="28"/>
          <w:szCs w:val="28"/>
          <w:lang w:val="en-US"/>
        </w:rPr>
        <w:t>VOLTA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3D4CF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REX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SUB</w:t>
      </w:r>
      <w:r w:rsidRPr="003D4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Акустическая низкочастотная система, профессиональная – сабвуфер для МУК «</w:t>
      </w:r>
      <w:proofErr w:type="spellStart"/>
      <w:r>
        <w:rPr>
          <w:rFonts w:ascii="Times New Roman" w:hAnsi="Times New Roman"/>
          <w:sz w:val="28"/>
          <w:szCs w:val="28"/>
        </w:rPr>
        <w:t>Рамешковский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Дом культуры</w:t>
      </w:r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A3A" w:rsidRDefault="003D4CF4" w:rsidP="00211A3A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11A3A">
        <w:rPr>
          <w:rFonts w:ascii="Times New Roman" w:hAnsi="Times New Roman"/>
          <w:sz w:val="28"/>
          <w:szCs w:val="28"/>
        </w:rPr>
        <w:t>9) Реализация проекта местных инициатив «Капитальный ремонт</w:t>
      </w:r>
      <w:r>
        <w:rPr>
          <w:rFonts w:ascii="Times New Roman" w:hAnsi="Times New Roman"/>
          <w:sz w:val="28"/>
          <w:szCs w:val="28"/>
        </w:rPr>
        <w:t xml:space="preserve"> по объекту «Замена оконных блоков в здании МОУ ДО ДООЛ «Орленок» по адресу: Тверская область, </w:t>
      </w:r>
      <w:proofErr w:type="spellStart"/>
      <w:r>
        <w:rPr>
          <w:rFonts w:ascii="Times New Roman" w:hAnsi="Times New Roman"/>
          <w:sz w:val="28"/>
          <w:szCs w:val="28"/>
        </w:rPr>
        <w:t>Рамешковский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МО,</w:t>
      </w:r>
      <w:r w:rsidR="00DD3A0C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DD3A0C">
        <w:rPr>
          <w:rFonts w:ascii="Times New Roman" w:hAnsi="Times New Roman"/>
          <w:sz w:val="28"/>
          <w:szCs w:val="28"/>
        </w:rPr>
        <w:t>Пальцево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211A3A" w:rsidRPr="00D748A3">
        <w:rPr>
          <w:rFonts w:ascii="Times New Roman" w:hAnsi="Times New Roman" w:cs="Times New Roman"/>
          <w:sz w:val="28"/>
          <w:szCs w:val="28"/>
        </w:rPr>
        <w:t>;</w:t>
      </w:r>
    </w:p>
    <w:p w:rsidR="00211A3A" w:rsidRPr="000614B5" w:rsidRDefault="003D4CF4" w:rsidP="00DD3A0C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211A3A">
        <w:rPr>
          <w:rFonts w:ascii="Times New Roman" w:hAnsi="Times New Roman"/>
          <w:sz w:val="28"/>
          <w:szCs w:val="28"/>
        </w:rPr>
        <w:t>0)</w:t>
      </w:r>
      <w:r w:rsidR="00211A3A" w:rsidRPr="00277E1A">
        <w:rPr>
          <w:rFonts w:ascii="Times New Roman" w:hAnsi="Times New Roman"/>
          <w:sz w:val="28"/>
          <w:szCs w:val="28"/>
        </w:rPr>
        <w:t xml:space="preserve"> </w:t>
      </w:r>
      <w:r w:rsidR="00211A3A">
        <w:rPr>
          <w:rFonts w:ascii="Times New Roman" w:hAnsi="Times New Roman"/>
          <w:sz w:val="28"/>
          <w:szCs w:val="28"/>
        </w:rPr>
        <w:t>Реализация проекта местных инициатив «</w:t>
      </w:r>
      <w:r w:rsidR="00DD3A0C">
        <w:rPr>
          <w:rFonts w:ascii="Times New Roman" w:hAnsi="Times New Roman"/>
          <w:sz w:val="28"/>
          <w:szCs w:val="28"/>
        </w:rPr>
        <w:t xml:space="preserve">Капитальный ремонт по объекту «Замена оконных блоков в здании МОУ ДО ДООЛ «Орленок» по адресу: Тверская область, </w:t>
      </w:r>
      <w:proofErr w:type="spellStart"/>
      <w:r w:rsidR="00DD3A0C">
        <w:rPr>
          <w:rFonts w:ascii="Times New Roman" w:hAnsi="Times New Roman"/>
          <w:sz w:val="28"/>
          <w:szCs w:val="28"/>
        </w:rPr>
        <w:t>Рамешковский</w:t>
      </w:r>
      <w:proofErr w:type="spellEnd"/>
      <w:r w:rsidR="00DD3A0C">
        <w:rPr>
          <w:rFonts w:ascii="Times New Roman" w:hAnsi="Times New Roman"/>
          <w:sz w:val="28"/>
          <w:szCs w:val="28"/>
        </w:rPr>
        <w:t xml:space="preserve"> МО, д. </w:t>
      </w:r>
      <w:proofErr w:type="spellStart"/>
      <w:r w:rsidR="00DD3A0C">
        <w:rPr>
          <w:rFonts w:ascii="Times New Roman" w:hAnsi="Times New Roman"/>
          <w:sz w:val="28"/>
          <w:szCs w:val="28"/>
        </w:rPr>
        <w:t>Пальцево</w:t>
      </w:r>
      <w:proofErr w:type="spellEnd"/>
      <w:r w:rsidR="00211A3A">
        <w:rPr>
          <w:rFonts w:ascii="Times New Roman" w:hAnsi="Times New Roman"/>
          <w:sz w:val="28"/>
          <w:szCs w:val="28"/>
        </w:rPr>
        <w:t>»</w:t>
      </w:r>
      <w:r w:rsidR="00211A3A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211A3A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211A3A">
        <w:rPr>
          <w:rFonts w:ascii="Times New Roman" w:hAnsi="Times New Roman" w:cs="Times New Roman"/>
          <w:sz w:val="28"/>
          <w:szCs w:val="28"/>
        </w:rPr>
        <w:t>;</w:t>
      </w:r>
      <w:r w:rsidR="00211A3A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0C5FFC">
        <w:rPr>
          <w:rFonts w:ascii="Times New Roman" w:hAnsi="Times New Roman" w:cs="Times New Roman"/>
          <w:sz w:val="28"/>
          <w:szCs w:val="28"/>
        </w:rPr>
        <w:t>Решение Задачи 2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277E1A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Информирование всех групп населения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BF4AF5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Выявление населением проблем муниципального округа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7E1A">
        <w:t xml:space="preserve"> 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Создание инициативных групп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Обеспечение успешного функционирования объекта после завершения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.</w:t>
      </w:r>
    </w:p>
    <w:p w:rsidR="006047C7" w:rsidRDefault="006047C7" w:rsidP="006047C7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604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Задачи 3 Подпрограммы 2</w:t>
      </w:r>
      <w:r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6047C7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047C7">
        <w:rPr>
          <w:rFonts w:ascii="Times New Roman" w:hAnsi="Times New Roman" w:cs="Times New Roman"/>
          <w:sz w:val="28"/>
          <w:szCs w:val="28"/>
        </w:rPr>
        <w:t>Реализация поддержки обустройства мест массового отдыха населения (городских парков)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47C7" w:rsidRPr="00277E1A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047C7">
        <w:t xml:space="preserve"> </w:t>
      </w:r>
      <w:r w:rsidRPr="006047C7">
        <w:rPr>
          <w:rFonts w:ascii="Times New Roman" w:hAnsi="Times New Roman" w:cs="Times New Roman"/>
          <w:sz w:val="28"/>
          <w:szCs w:val="28"/>
        </w:rPr>
        <w:t>Реализация поддержки обустройства мест массового отдыха населения (городских парков)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бюджета.</w:t>
      </w:r>
    </w:p>
    <w:p w:rsidR="00A564A1" w:rsidRDefault="006047C7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385E05" w:rsidRPr="00385E05">
        <w:rPr>
          <w:rFonts w:ascii="Times New Roman" w:hAnsi="Times New Roman" w:cs="Times New Roman"/>
          <w:sz w:val="28"/>
          <w:szCs w:val="28"/>
        </w:rPr>
        <w:t>Выполнение ка</w:t>
      </w:r>
      <w:r w:rsidR="00D748A3">
        <w:rPr>
          <w:rFonts w:ascii="Times New Roman" w:hAnsi="Times New Roman" w:cs="Times New Roman"/>
          <w:sz w:val="28"/>
          <w:szCs w:val="28"/>
        </w:rPr>
        <w:t>ждого мероприятия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данной муниципальной программы приведены в Приложении</w:t>
      </w:r>
      <w:r w:rsidR="00AB3313">
        <w:rPr>
          <w:rFonts w:ascii="Times New Roman" w:hAnsi="Times New Roman" w:cs="Times New Roman"/>
          <w:sz w:val="28"/>
          <w:szCs w:val="28"/>
        </w:rPr>
        <w:t xml:space="preserve"> 1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B2333" w:rsidRDefault="00EB233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Default="00490436" w:rsidP="002655AF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Pr="00135B51">
        <w:rPr>
          <w:sz w:val="28"/>
          <w:szCs w:val="28"/>
        </w:rPr>
        <w:t xml:space="preserve"> </w:t>
      </w:r>
    </w:p>
    <w:p w:rsidR="00490436" w:rsidRPr="00AB3313" w:rsidRDefault="00EB2333" w:rsidP="00EB233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47C7">
        <w:rPr>
          <w:rFonts w:ascii="Times New Roman" w:hAnsi="Times New Roman" w:cs="Times New Roman"/>
          <w:sz w:val="28"/>
          <w:szCs w:val="28"/>
        </w:rPr>
        <w:t xml:space="preserve"> 22</w:t>
      </w:r>
      <w:r w:rsidR="00AB3313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>
        <w:rPr>
          <w:rFonts w:ascii="Times New Roman" w:hAnsi="Times New Roman" w:cs="Times New Roman"/>
          <w:sz w:val="28"/>
          <w:szCs w:val="28"/>
        </w:rPr>
        <w:t>й для реализации подпрограммы 2</w:t>
      </w:r>
      <w:r w:rsidR="00AB3313">
        <w:rPr>
          <w:rFonts w:ascii="Times New Roman" w:hAnsi="Times New Roman" w:cs="Times New Roman"/>
          <w:sz w:val="28"/>
          <w:szCs w:val="28"/>
        </w:rPr>
        <w:t>:</w:t>
      </w:r>
    </w:p>
    <w:p w:rsidR="004E4AA0" w:rsidRPr="00DD3A0C" w:rsidRDefault="004E4AA0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D3A0C">
        <w:rPr>
          <w:sz w:val="28"/>
          <w:szCs w:val="28"/>
        </w:rPr>
        <w:t>Общий</w:t>
      </w:r>
      <w:r w:rsidR="008F4AE8">
        <w:rPr>
          <w:sz w:val="28"/>
          <w:szCs w:val="28"/>
        </w:rPr>
        <w:t xml:space="preserve"> объем финансирования – 8377,1</w:t>
      </w:r>
      <w:r w:rsidR="00F856DA">
        <w:rPr>
          <w:sz w:val="28"/>
          <w:szCs w:val="28"/>
        </w:rPr>
        <w:t xml:space="preserve"> </w:t>
      </w:r>
      <w:r w:rsidRPr="00DD3A0C">
        <w:rPr>
          <w:sz w:val="28"/>
          <w:szCs w:val="28"/>
        </w:rPr>
        <w:t>тыс. руб., в том числе по годам:</w:t>
      </w:r>
    </w:p>
    <w:p w:rsidR="004E4AA0" w:rsidRPr="00DD3A0C" w:rsidRDefault="008F4AE8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2024 год – 4110,7</w:t>
      </w:r>
      <w:r w:rsidR="004E4AA0" w:rsidRPr="00DD3A0C">
        <w:rPr>
          <w:sz w:val="28"/>
          <w:szCs w:val="28"/>
        </w:rPr>
        <w:t xml:space="preserve"> </w:t>
      </w:r>
      <w:proofErr w:type="spellStart"/>
      <w:r w:rsidR="004E4AA0" w:rsidRPr="00DD3A0C">
        <w:rPr>
          <w:sz w:val="28"/>
          <w:szCs w:val="28"/>
        </w:rPr>
        <w:t>тыс.руб</w:t>
      </w:r>
      <w:proofErr w:type="spellEnd"/>
      <w:r w:rsidR="004E4AA0" w:rsidRPr="00DD3A0C">
        <w:rPr>
          <w:sz w:val="28"/>
          <w:szCs w:val="28"/>
        </w:rPr>
        <w:t>.</w:t>
      </w:r>
    </w:p>
    <w:p w:rsidR="004E4AA0" w:rsidRPr="00DD3A0C" w:rsidRDefault="008F4AE8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2025 год -  2133,2</w:t>
      </w:r>
      <w:r w:rsidR="004E4AA0" w:rsidRPr="00DD3A0C">
        <w:rPr>
          <w:sz w:val="28"/>
          <w:szCs w:val="28"/>
        </w:rPr>
        <w:t xml:space="preserve"> </w:t>
      </w:r>
      <w:proofErr w:type="spellStart"/>
      <w:r w:rsidR="004E4AA0" w:rsidRPr="00DD3A0C">
        <w:rPr>
          <w:sz w:val="28"/>
          <w:szCs w:val="28"/>
        </w:rPr>
        <w:t>тыс.руб</w:t>
      </w:r>
      <w:proofErr w:type="spellEnd"/>
      <w:r w:rsidR="004E4AA0" w:rsidRPr="00DD3A0C">
        <w:rPr>
          <w:sz w:val="28"/>
          <w:szCs w:val="28"/>
        </w:rPr>
        <w:t xml:space="preserve">. </w:t>
      </w:r>
    </w:p>
    <w:p w:rsidR="004E4AA0" w:rsidRPr="00DD3A0C" w:rsidRDefault="008F4AE8" w:rsidP="004E4A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2026 год -  2133,2</w:t>
      </w:r>
      <w:r w:rsidR="004E4AA0" w:rsidRPr="00DD3A0C">
        <w:rPr>
          <w:sz w:val="28"/>
          <w:szCs w:val="28"/>
        </w:rPr>
        <w:t xml:space="preserve"> </w:t>
      </w:r>
      <w:proofErr w:type="spellStart"/>
      <w:r w:rsidR="004E4AA0" w:rsidRPr="00DD3A0C">
        <w:rPr>
          <w:sz w:val="28"/>
          <w:szCs w:val="28"/>
        </w:rPr>
        <w:t>тыс.руб</w:t>
      </w:r>
      <w:proofErr w:type="spellEnd"/>
      <w:r w:rsidR="00DD3A0C">
        <w:rPr>
          <w:sz w:val="28"/>
          <w:szCs w:val="28"/>
        </w:rPr>
        <w:t>».</w:t>
      </w:r>
    </w:p>
    <w:p w:rsidR="00490436" w:rsidRPr="004E4AA0" w:rsidRDefault="00490436" w:rsidP="002655AF">
      <w:pPr>
        <w:ind w:firstLine="567"/>
        <w:jc w:val="center"/>
        <w:rPr>
          <w:color w:val="FF0000"/>
          <w:sz w:val="28"/>
          <w:szCs w:val="28"/>
        </w:rPr>
      </w:pPr>
    </w:p>
    <w:sectPr w:rsidR="00490436" w:rsidRPr="004E4AA0" w:rsidSect="00192411">
      <w:headerReference w:type="even" r:id="rId9"/>
      <w:headerReference w:type="default" r:id="rId10"/>
      <w:pgSz w:w="11907" w:h="16840" w:code="9"/>
      <w:pgMar w:top="1134" w:right="708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FAB" w:rsidRDefault="001E7FAB">
      <w:r>
        <w:separator/>
      </w:r>
    </w:p>
  </w:endnote>
  <w:endnote w:type="continuationSeparator" w:id="0">
    <w:p w:rsidR="001E7FAB" w:rsidRDefault="001E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FAB" w:rsidRDefault="001E7FAB">
      <w:r>
        <w:separator/>
      </w:r>
    </w:p>
  </w:footnote>
  <w:footnote w:type="continuationSeparator" w:id="0">
    <w:p w:rsidR="001E7FAB" w:rsidRDefault="001E7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4874FD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8F5"/>
    <w:rsid w:val="00036E34"/>
    <w:rsid w:val="000400CE"/>
    <w:rsid w:val="00040598"/>
    <w:rsid w:val="0004061B"/>
    <w:rsid w:val="0004119C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55C07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74647"/>
    <w:rsid w:val="00081F24"/>
    <w:rsid w:val="00085B0F"/>
    <w:rsid w:val="00085F8A"/>
    <w:rsid w:val="00086E00"/>
    <w:rsid w:val="00087E60"/>
    <w:rsid w:val="000901AC"/>
    <w:rsid w:val="00091010"/>
    <w:rsid w:val="0009149D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C5FFC"/>
    <w:rsid w:val="000D67E8"/>
    <w:rsid w:val="000E333E"/>
    <w:rsid w:val="000E404D"/>
    <w:rsid w:val="000E57E8"/>
    <w:rsid w:val="000E5B6A"/>
    <w:rsid w:val="000F1FF9"/>
    <w:rsid w:val="000F4981"/>
    <w:rsid w:val="000F4D53"/>
    <w:rsid w:val="000F5697"/>
    <w:rsid w:val="000F79A4"/>
    <w:rsid w:val="000F7C7D"/>
    <w:rsid w:val="001047AE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449"/>
    <w:rsid w:val="00140943"/>
    <w:rsid w:val="001419F4"/>
    <w:rsid w:val="00142EF5"/>
    <w:rsid w:val="00143CEA"/>
    <w:rsid w:val="0014410C"/>
    <w:rsid w:val="00144356"/>
    <w:rsid w:val="001464A9"/>
    <w:rsid w:val="001469A8"/>
    <w:rsid w:val="0015439C"/>
    <w:rsid w:val="00154E46"/>
    <w:rsid w:val="00155090"/>
    <w:rsid w:val="001569AD"/>
    <w:rsid w:val="00156E3D"/>
    <w:rsid w:val="00160BF3"/>
    <w:rsid w:val="00160F5B"/>
    <w:rsid w:val="00162FCB"/>
    <w:rsid w:val="00164422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411"/>
    <w:rsid w:val="001928DF"/>
    <w:rsid w:val="00192B22"/>
    <w:rsid w:val="001939C1"/>
    <w:rsid w:val="001948CC"/>
    <w:rsid w:val="00194B3D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E7FAB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A3A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700C9"/>
    <w:rsid w:val="00270E59"/>
    <w:rsid w:val="00270FE8"/>
    <w:rsid w:val="00274377"/>
    <w:rsid w:val="0027705B"/>
    <w:rsid w:val="00277619"/>
    <w:rsid w:val="00277E1A"/>
    <w:rsid w:val="0028006C"/>
    <w:rsid w:val="00280847"/>
    <w:rsid w:val="002808DB"/>
    <w:rsid w:val="00282D04"/>
    <w:rsid w:val="00285C0F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364"/>
    <w:rsid w:val="002B047A"/>
    <w:rsid w:val="002B191A"/>
    <w:rsid w:val="002B1BA5"/>
    <w:rsid w:val="002B286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2AC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1FCC"/>
    <w:rsid w:val="002E2FD4"/>
    <w:rsid w:val="002E3FD5"/>
    <w:rsid w:val="002E5ACE"/>
    <w:rsid w:val="002E60E5"/>
    <w:rsid w:val="002E67E2"/>
    <w:rsid w:val="002F001D"/>
    <w:rsid w:val="002F31A0"/>
    <w:rsid w:val="002F3324"/>
    <w:rsid w:val="002F34C6"/>
    <w:rsid w:val="002F6D46"/>
    <w:rsid w:val="00301163"/>
    <w:rsid w:val="00301693"/>
    <w:rsid w:val="003017FE"/>
    <w:rsid w:val="00301FDA"/>
    <w:rsid w:val="0030236D"/>
    <w:rsid w:val="0030385F"/>
    <w:rsid w:val="00304B2D"/>
    <w:rsid w:val="00305041"/>
    <w:rsid w:val="003054B7"/>
    <w:rsid w:val="00310164"/>
    <w:rsid w:val="0031067B"/>
    <w:rsid w:val="0031266F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8E7"/>
    <w:rsid w:val="00370AC3"/>
    <w:rsid w:val="00371130"/>
    <w:rsid w:val="00374D40"/>
    <w:rsid w:val="003766EC"/>
    <w:rsid w:val="003768B7"/>
    <w:rsid w:val="003856F2"/>
    <w:rsid w:val="00385E05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1390"/>
    <w:rsid w:val="003B4BB8"/>
    <w:rsid w:val="003B5200"/>
    <w:rsid w:val="003B5E9F"/>
    <w:rsid w:val="003C0189"/>
    <w:rsid w:val="003C0AC0"/>
    <w:rsid w:val="003C108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4CF4"/>
    <w:rsid w:val="003D51B1"/>
    <w:rsid w:val="003E1853"/>
    <w:rsid w:val="003E2C81"/>
    <w:rsid w:val="003E340E"/>
    <w:rsid w:val="003E4241"/>
    <w:rsid w:val="003E5495"/>
    <w:rsid w:val="003E6140"/>
    <w:rsid w:val="003F0E7D"/>
    <w:rsid w:val="003F16C0"/>
    <w:rsid w:val="003F1C40"/>
    <w:rsid w:val="003F1E06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5912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DA"/>
    <w:rsid w:val="004874FD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5DE8"/>
    <w:rsid w:val="004C6EB9"/>
    <w:rsid w:val="004C7278"/>
    <w:rsid w:val="004D0AB7"/>
    <w:rsid w:val="004D3C60"/>
    <w:rsid w:val="004D4769"/>
    <w:rsid w:val="004D483B"/>
    <w:rsid w:val="004D5D99"/>
    <w:rsid w:val="004D73A8"/>
    <w:rsid w:val="004E0DFD"/>
    <w:rsid w:val="004E251E"/>
    <w:rsid w:val="004E33E0"/>
    <w:rsid w:val="004E4AA0"/>
    <w:rsid w:val="004E4F67"/>
    <w:rsid w:val="004E5993"/>
    <w:rsid w:val="004F43B7"/>
    <w:rsid w:val="004F65C6"/>
    <w:rsid w:val="004F6E8F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559"/>
    <w:rsid w:val="00536955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1813"/>
    <w:rsid w:val="005528BD"/>
    <w:rsid w:val="005552CE"/>
    <w:rsid w:val="00560462"/>
    <w:rsid w:val="0056228A"/>
    <w:rsid w:val="00566CD0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15B5"/>
    <w:rsid w:val="00601D82"/>
    <w:rsid w:val="00603905"/>
    <w:rsid w:val="00603AA9"/>
    <w:rsid w:val="006047C7"/>
    <w:rsid w:val="00605EFD"/>
    <w:rsid w:val="00606A88"/>
    <w:rsid w:val="006107CB"/>
    <w:rsid w:val="00610FF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A90"/>
    <w:rsid w:val="00652E23"/>
    <w:rsid w:val="00654A06"/>
    <w:rsid w:val="00655905"/>
    <w:rsid w:val="006566C4"/>
    <w:rsid w:val="00656F44"/>
    <w:rsid w:val="006604B3"/>
    <w:rsid w:val="00660826"/>
    <w:rsid w:val="00661D54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4A1A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404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5FC9"/>
    <w:rsid w:val="007267F2"/>
    <w:rsid w:val="00726A5F"/>
    <w:rsid w:val="00726BA9"/>
    <w:rsid w:val="00727067"/>
    <w:rsid w:val="00731AEF"/>
    <w:rsid w:val="00731F96"/>
    <w:rsid w:val="0073238B"/>
    <w:rsid w:val="007339EB"/>
    <w:rsid w:val="00733EB2"/>
    <w:rsid w:val="00735D5D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767"/>
    <w:rsid w:val="00786E84"/>
    <w:rsid w:val="00787262"/>
    <w:rsid w:val="00790FD4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1356"/>
    <w:rsid w:val="007B4663"/>
    <w:rsid w:val="007B5271"/>
    <w:rsid w:val="007B5680"/>
    <w:rsid w:val="007B6638"/>
    <w:rsid w:val="007B6C98"/>
    <w:rsid w:val="007C189F"/>
    <w:rsid w:val="007C1AD1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0189"/>
    <w:rsid w:val="007E19E4"/>
    <w:rsid w:val="007E1FA6"/>
    <w:rsid w:val="007E4F82"/>
    <w:rsid w:val="007E55EC"/>
    <w:rsid w:val="007F2559"/>
    <w:rsid w:val="007F5317"/>
    <w:rsid w:val="007F7DD2"/>
    <w:rsid w:val="00802636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3D"/>
    <w:rsid w:val="0088520D"/>
    <w:rsid w:val="00885D2D"/>
    <w:rsid w:val="00886888"/>
    <w:rsid w:val="00894851"/>
    <w:rsid w:val="008949A7"/>
    <w:rsid w:val="00896CB8"/>
    <w:rsid w:val="008A03CC"/>
    <w:rsid w:val="008A0696"/>
    <w:rsid w:val="008A0E6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5F3B"/>
    <w:rsid w:val="008C614F"/>
    <w:rsid w:val="008D09C6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4AE8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6324"/>
    <w:rsid w:val="00917BEE"/>
    <w:rsid w:val="00917C8A"/>
    <w:rsid w:val="00917D31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9A1"/>
    <w:rsid w:val="00955C69"/>
    <w:rsid w:val="009615F3"/>
    <w:rsid w:val="00961A57"/>
    <w:rsid w:val="00962AE6"/>
    <w:rsid w:val="00962BCB"/>
    <w:rsid w:val="009633D9"/>
    <w:rsid w:val="00965B95"/>
    <w:rsid w:val="00965D4E"/>
    <w:rsid w:val="00966AF5"/>
    <w:rsid w:val="009670F0"/>
    <w:rsid w:val="00970D0D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21C1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1A7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8B6"/>
    <w:rsid w:val="00A6495E"/>
    <w:rsid w:val="00A64ED2"/>
    <w:rsid w:val="00A65C19"/>
    <w:rsid w:val="00A729E8"/>
    <w:rsid w:val="00A73198"/>
    <w:rsid w:val="00A738EA"/>
    <w:rsid w:val="00A73F55"/>
    <w:rsid w:val="00A7401A"/>
    <w:rsid w:val="00A74D4C"/>
    <w:rsid w:val="00A75F1B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50E9"/>
    <w:rsid w:val="00A974A7"/>
    <w:rsid w:val="00AA2316"/>
    <w:rsid w:val="00AA5D08"/>
    <w:rsid w:val="00AA7B10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597F"/>
    <w:rsid w:val="00AD6EE5"/>
    <w:rsid w:val="00AE07C2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2BA9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6E65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12BA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6AA4"/>
    <w:rsid w:val="00BB0A00"/>
    <w:rsid w:val="00BB6294"/>
    <w:rsid w:val="00BB7159"/>
    <w:rsid w:val="00BC35F3"/>
    <w:rsid w:val="00BC3EB8"/>
    <w:rsid w:val="00BC7418"/>
    <w:rsid w:val="00BD5734"/>
    <w:rsid w:val="00BD703D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C02051"/>
    <w:rsid w:val="00C03068"/>
    <w:rsid w:val="00C11884"/>
    <w:rsid w:val="00C150DB"/>
    <w:rsid w:val="00C21C31"/>
    <w:rsid w:val="00C26F47"/>
    <w:rsid w:val="00C300DA"/>
    <w:rsid w:val="00C30187"/>
    <w:rsid w:val="00C3020C"/>
    <w:rsid w:val="00C308C6"/>
    <w:rsid w:val="00C30F3F"/>
    <w:rsid w:val="00C33391"/>
    <w:rsid w:val="00C33561"/>
    <w:rsid w:val="00C3565A"/>
    <w:rsid w:val="00C402A3"/>
    <w:rsid w:val="00C404FF"/>
    <w:rsid w:val="00C45CE0"/>
    <w:rsid w:val="00C465CC"/>
    <w:rsid w:val="00C46626"/>
    <w:rsid w:val="00C50614"/>
    <w:rsid w:val="00C5147D"/>
    <w:rsid w:val="00C51A2B"/>
    <w:rsid w:val="00C51DC7"/>
    <w:rsid w:val="00C5560A"/>
    <w:rsid w:val="00C621EF"/>
    <w:rsid w:val="00C631F6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2855"/>
    <w:rsid w:val="00CC41FE"/>
    <w:rsid w:val="00CC4DE8"/>
    <w:rsid w:val="00CC5DA1"/>
    <w:rsid w:val="00CC7C4B"/>
    <w:rsid w:val="00CD712C"/>
    <w:rsid w:val="00CE192E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5CB4"/>
    <w:rsid w:val="00D36753"/>
    <w:rsid w:val="00D405ED"/>
    <w:rsid w:val="00D4247A"/>
    <w:rsid w:val="00D42D07"/>
    <w:rsid w:val="00D43344"/>
    <w:rsid w:val="00D43B84"/>
    <w:rsid w:val="00D45E1F"/>
    <w:rsid w:val="00D46795"/>
    <w:rsid w:val="00D47073"/>
    <w:rsid w:val="00D50FFE"/>
    <w:rsid w:val="00D51211"/>
    <w:rsid w:val="00D5138C"/>
    <w:rsid w:val="00D573B7"/>
    <w:rsid w:val="00D61949"/>
    <w:rsid w:val="00D624E7"/>
    <w:rsid w:val="00D638F9"/>
    <w:rsid w:val="00D64D1F"/>
    <w:rsid w:val="00D65847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3A0C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418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54E"/>
    <w:rsid w:val="00E256F7"/>
    <w:rsid w:val="00E3079C"/>
    <w:rsid w:val="00E3095A"/>
    <w:rsid w:val="00E30CF5"/>
    <w:rsid w:val="00E312B8"/>
    <w:rsid w:val="00E31B2F"/>
    <w:rsid w:val="00E320C6"/>
    <w:rsid w:val="00E32EF6"/>
    <w:rsid w:val="00E3452D"/>
    <w:rsid w:val="00E35C6B"/>
    <w:rsid w:val="00E35EE2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4A70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310D"/>
    <w:rsid w:val="00EA4E24"/>
    <w:rsid w:val="00EA6DEC"/>
    <w:rsid w:val="00EA7707"/>
    <w:rsid w:val="00EB10FD"/>
    <w:rsid w:val="00EB2333"/>
    <w:rsid w:val="00EB3BE7"/>
    <w:rsid w:val="00EB4EED"/>
    <w:rsid w:val="00EB53A9"/>
    <w:rsid w:val="00EB59EF"/>
    <w:rsid w:val="00EB5DC1"/>
    <w:rsid w:val="00EB7DFA"/>
    <w:rsid w:val="00EC049E"/>
    <w:rsid w:val="00EC132C"/>
    <w:rsid w:val="00EC1786"/>
    <w:rsid w:val="00EC255D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1DA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67820"/>
    <w:rsid w:val="00F70B1E"/>
    <w:rsid w:val="00F7200D"/>
    <w:rsid w:val="00F74CE6"/>
    <w:rsid w:val="00F76D53"/>
    <w:rsid w:val="00F778D7"/>
    <w:rsid w:val="00F8191D"/>
    <w:rsid w:val="00F81B82"/>
    <w:rsid w:val="00F85173"/>
    <w:rsid w:val="00F856DA"/>
    <w:rsid w:val="00F85768"/>
    <w:rsid w:val="00F85D1B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5D3"/>
    <w:rsid w:val="00FA2BCD"/>
    <w:rsid w:val="00FA4545"/>
    <w:rsid w:val="00FA4A12"/>
    <w:rsid w:val="00FB15FD"/>
    <w:rsid w:val="00FB4C5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7DF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08F1A"/>
  <w15:docId w15:val="{D4F7FAE4-3175-48E2-8FFD-CD2A3C32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CB5C5-F649-463E-A4DB-157BEB3D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Финансы.dotx</Template>
  <TotalTime>2839</TotalTime>
  <Pages>13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23189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107</cp:revision>
  <cp:lastPrinted>2024-01-09T09:55:00Z</cp:lastPrinted>
  <dcterms:created xsi:type="dcterms:W3CDTF">2018-12-25T06:37:00Z</dcterms:created>
  <dcterms:modified xsi:type="dcterms:W3CDTF">2024-01-16T08:13:00Z</dcterms:modified>
</cp:coreProperties>
</file>